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0E1" w:rsidRDefault="003C60E1" w:rsidP="004E43F3">
      <w:pPr>
        <w:jc w:val="center"/>
        <w:outlineLvl w:val="0"/>
        <w:rPr>
          <w:b/>
          <w:sz w:val="28"/>
          <w:szCs w:val="28"/>
        </w:rPr>
      </w:pPr>
      <w:bookmarkStart w:id="0" w:name="_GoBack"/>
      <w:bookmarkEnd w:id="0"/>
      <w:permStart w:id="269644470" w:edGrp="everyone"/>
      <w:permEnd w:id="269644470"/>
    </w:p>
    <w:p w:rsidR="00AA3FCE" w:rsidRPr="00D27F7D" w:rsidRDefault="00AA3FCE" w:rsidP="004E43F3">
      <w:pPr>
        <w:jc w:val="center"/>
        <w:outlineLvl w:val="0"/>
        <w:rPr>
          <w:b/>
          <w:sz w:val="28"/>
          <w:szCs w:val="28"/>
        </w:rPr>
      </w:pPr>
      <w:r>
        <w:rPr>
          <w:b/>
          <w:sz w:val="28"/>
          <w:szCs w:val="28"/>
        </w:rPr>
        <w:t>ANEXO VI</w:t>
      </w:r>
    </w:p>
    <w:p w:rsidR="00A54AFC" w:rsidRPr="00D27F7D" w:rsidRDefault="00EC3B22" w:rsidP="004E43F3">
      <w:pPr>
        <w:jc w:val="center"/>
        <w:outlineLvl w:val="0"/>
        <w:rPr>
          <w:b/>
          <w:sz w:val="28"/>
          <w:szCs w:val="28"/>
        </w:rPr>
      </w:pPr>
      <w:r>
        <w:rPr>
          <w:b/>
          <w:sz w:val="28"/>
          <w:szCs w:val="28"/>
        </w:rPr>
        <w:t>INFORME DESCRIPTIVO INTERMEDIO</w:t>
      </w:r>
    </w:p>
    <w:p w:rsidR="000508A3" w:rsidRPr="00D27F7D" w:rsidRDefault="000508A3" w:rsidP="004A7F60">
      <w:pPr>
        <w:jc w:val="both"/>
        <w:rPr>
          <w:sz w:val="22"/>
        </w:rPr>
      </w:pPr>
    </w:p>
    <w:p w:rsidR="00A54AFC" w:rsidRPr="00D27F7D" w:rsidRDefault="00A54AFC" w:rsidP="004A7F60">
      <w:pPr>
        <w:jc w:val="both"/>
        <w:rPr>
          <w:sz w:val="22"/>
        </w:rPr>
      </w:pPr>
    </w:p>
    <w:p w:rsidR="00A54AFC" w:rsidRPr="00D27F7D" w:rsidRDefault="00A54AFC" w:rsidP="00FD1C47">
      <w:pPr>
        <w:numPr>
          <w:ilvl w:val="0"/>
          <w:numId w:val="1"/>
        </w:numPr>
        <w:spacing w:before="60" w:after="60"/>
        <w:ind w:left="284" w:hanging="284"/>
        <w:jc w:val="both"/>
        <w:rPr>
          <w:sz w:val="22"/>
        </w:rPr>
      </w:pPr>
      <w:r>
        <w:rPr>
          <w:sz w:val="22"/>
        </w:rPr>
        <w:t xml:space="preserve">El presente informe debe ser completado y firmado por la </w:t>
      </w:r>
      <w:r>
        <w:rPr>
          <w:sz w:val="22"/>
          <w:u w:val="single"/>
        </w:rPr>
        <w:t>persona de contacto del coordinador</w:t>
      </w:r>
      <w:r>
        <w:rPr>
          <w:sz w:val="22"/>
        </w:rPr>
        <w:t>.</w:t>
      </w:r>
    </w:p>
    <w:p w:rsidR="00A54AFC" w:rsidRPr="00D27F7D" w:rsidRDefault="00A54AFC" w:rsidP="00FD1C47">
      <w:pPr>
        <w:numPr>
          <w:ilvl w:val="0"/>
          <w:numId w:val="1"/>
        </w:numPr>
        <w:spacing w:before="60" w:after="60"/>
        <w:ind w:left="284" w:hanging="284"/>
        <w:jc w:val="both"/>
        <w:rPr>
          <w:sz w:val="22"/>
        </w:rPr>
      </w:pPr>
      <w:r>
        <w:rPr>
          <w:sz w:val="22"/>
        </w:rPr>
        <w:t>La información facilitada en el presente informe debe corresponder a la información financiera incluida en el informe financiero.</w:t>
      </w:r>
    </w:p>
    <w:p w:rsidR="00A54AFC" w:rsidRPr="00D27F7D" w:rsidRDefault="00A54AFC" w:rsidP="00FD1C47">
      <w:pPr>
        <w:numPr>
          <w:ilvl w:val="0"/>
          <w:numId w:val="1"/>
        </w:numPr>
        <w:spacing w:before="60" w:after="60"/>
        <w:ind w:left="284" w:hanging="284"/>
        <w:jc w:val="both"/>
        <w:rPr>
          <w:b/>
          <w:i/>
          <w:sz w:val="22"/>
          <w:u w:val="single"/>
        </w:rPr>
      </w:pPr>
      <w:r>
        <w:rPr>
          <w:sz w:val="22"/>
        </w:rPr>
        <w:t xml:space="preserve">Rellene el informe usando una máquina de escribir u ordenador </w:t>
      </w:r>
      <w:r>
        <w:rPr>
          <w:b/>
          <w:bCs/>
          <w:i/>
          <w:iCs/>
          <w:sz w:val="22"/>
          <w:u w:val="single"/>
        </w:rPr>
        <w:t>(puede encontrar este formulario en la dirección siguiente &lt;</w:t>
      </w:r>
      <w:r>
        <w:rPr>
          <w:b/>
          <w:bCs/>
          <w:i/>
          <w:iCs/>
          <w:sz w:val="22"/>
          <w:highlight w:val="yellow"/>
          <w:u w:val="single"/>
        </w:rPr>
        <w:t>indique</w:t>
      </w:r>
      <w:r>
        <w:rPr>
          <w:b/>
          <w:bCs/>
          <w:i/>
          <w:iCs/>
          <w:sz w:val="22"/>
          <w:u w:val="single"/>
        </w:rPr>
        <w:t>&gt;).</w:t>
      </w:r>
    </w:p>
    <w:p w:rsidR="00A54AFC" w:rsidRPr="00A95167" w:rsidRDefault="00A54AFC" w:rsidP="00A95167">
      <w:pPr>
        <w:numPr>
          <w:ilvl w:val="0"/>
          <w:numId w:val="1"/>
        </w:numPr>
        <w:spacing w:before="60" w:after="60"/>
        <w:jc w:val="both"/>
        <w:rPr>
          <w:sz w:val="22"/>
        </w:rPr>
      </w:pPr>
      <w:r>
        <w:rPr>
          <w:sz w:val="22"/>
        </w:rPr>
        <w:t>Por favor, use más espacio para cada párrafo cuando así sea necesario.</w:t>
      </w:r>
    </w:p>
    <w:p w:rsidR="00A54AFC" w:rsidRPr="00D27F7D" w:rsidRDefault="00A54AFC" w:rsidP="00FD1C47">
      <w:pPr>
        <w:numPr>
          <w:ilvl w:val="0"/>
          <w:numId w:val="1"/>
        </w:numPr>
        <w:spacing w:before="60" w:after="60"/>
        <w:ind w:left="284" w:hanging="284"/>
        <w:jc w:val="both"/>
        <w:rPr>
          <w:b/>
          <w:i/>
          <w:sz w:val="22"/>
          <w:u w:val="single"/>
        </w:rPr>
      </w:pPr>
      <w:r>
        <w:rPr>
          <w:b/>
          <w:i/>
          <w:sz w:val="22"/>
          <w:u w:val="single"/>
        </w:rPr>
        <w:t>Por favor haga referencia a las Condiciones Particulares de su contrato de subvención y envíe una copia del presente informe a cada una de las direcciones mencionadas en ellas.</w:t>
      </w:r>
    </w:p>
    <w:p w:rsidR="00A54AFC" w:rsidRPr="00D27F7D" w:rsidRDefault="00A54AFC" w:rsidP="00FD1C47">
      <w:pPr>
        <w:numPr>
          <w:ilvl w:val="0"/>
          <w:numId w:val="1"/>
        </w:numPr>
        <w:spacing w:before="60" w:after="60"/>
        <w:ind w:left="284" w:hanging="284"/>
        <w:jc w:val="both"/>
        <w:rPr>
          <w:sz w:val="22"/>
        </w:rPr>
      </w:pPr>
      <w:r>
        <w:rPr>
          <w:sz w:val="22"/>
        </w:rPr>
        <w:t>El Órgano de Contratación rechazará todo informe incompleto o rellenado de forma incorrecta.</w:t>
      </w:r>
    </w:p>
    <w:p w:rsidR="00FF70F0" w:rsidRDefault="00FF70F0" w:rsidP="00FD1C47">
      <w:pPr>
        <w:numPr>
          <w:ilvl w:val="0"/>
          <w:numId w:val="1"/>
        </w:numPr>
        <w:spacing w:before="60" w:after="60"/>
        <w:ind w:left="284" w:hanging="284"/>
        <w:jc w:val="both"/>
        <w:rPr>
          <w:sz w:val="22"/>
        </w:rPr>
      </w:pPr>
      <w:r>
        <w:rPr>
          <w:sz w:val="22"/>
        </w:rPr>
        <w:t>Todas las respuestas deben corresponder al periodo de referencia, como se especifica en el punto 1.6.</w:t>
      </w:r>
    </w:p>
    <w:p w:rsidR="00A95167" w:rsidRPr="00D27F7D" w:rsidRDefault="00A95167" w:rsidP="009D40C1">
      <w:pPr>
        <w:spacing w:before="60" w:after="60"/>
        <w:ind w:left="284"/>
        <w:jc w:val="both"/>
        <w:rPr>
          <w:sz w:val="22"/>
        </w:rPr>
      </w:pPr>
    </w:p>
    <w:p w:rsidR="00A95167" w:rsidRPr="009D40C1" w:rsidRDefault="00A95167" w:rsidP="00B87903">
      <w:pPr>
        <w:rPr>
          <w:b/>
          <w:i/>
          <w:sz w:val="22"/>
        </w:rPr>
      </w:pPr>
      <w:r>
        <w:rPr>
          <w:b/>
          <w:i/>
          <w:sz w:val="22"/>
        </w:rPr>
        <w:t>Índice</w:t>
      </w:r>
    </w:p>
    <w:p w:rsidR="00A95167" w:rsidRPr="009D40C1" w:rsidRDefault="00A95167" w:rsidP="004A7F60">
      <w:pPr>
        <w:jc w:val="both"/>
        <w:rPr>
          <w:b/>
          <w:i/>
          <w:sz w:val="22"/>
        </w:rPr>
      </w:pPr>
    </w:p>
    <w:p w:rsidR="00A54AFC" w:rsidRPr="009D40C1" w:rsidRDefault="00A95167" w:rsidP="004A7F60">
      <w:pPr>
        <w:jc w:val="both"/>
        <w:rPr>
          <w:b/>
          <w:i/>
          <w:sz w:val="22"/>
        </w:rPr>
      </w:pPr>
      <w:r>
        <w:rPr>
          <w:b/>
          <w:i/>
          <w:sz w:val="22"/>
        </w:rPr>
        <w:t>Lista de acrónimos utilizados en el informe</w:t>
      </w:r>
    </w:p>
    <w:p w:rsidR="00A95167" w:rsidRPr="00D27F7D" w:rsidRDefault="00A95167" w:rsidP="00B87903">
      <w:pPr>
        <w:rPr>
          <w:sz w:val="22"/>
        </w:rPr>
      </w:pPr>
    </w:p>
    <w:p w:rsidR="001C56E5" w:rsidRPr="00D27F7D" w:rsidRDefault="00E0028F" w:rsidP="00B372CF">
      <w:pPr>
        <w:numPr>
          <w:ilvl w:val="0"/>
          <w:numId w:val="3"/>
        </w:numPr>
        <w:pBdr>
          <w:bottom w:val="single" w:sz="4" w:space="1" w:color="auto"/>
        </w:pBdr>
        <w:jc w:val="both"/>
        <w:rPr>
          <w:b/>
          <w:sz w:val="22"/>
        </w:rPr>
      </w:pPr>
      <w:r>
        <w:rPr>
          <w:b/>
          <w:sz w:val="22"/>
        </w:rPr>
        <w:t>Descripción</w:t>
      </w:r>
    </w:p>
    <w:p w:rsidR="00A54AFC" w:rsidRPr="00D27F7D" w:rsidRDefault="00A54AFC" w:rsidP="004E7349">
      <w:pPr>
        <w:numPr>
          <w:ilvl w:val="1"/>
          <w:numId w:val="3"/>
        </w:numPr>
        <w:tabs>
          <w:tab w:val="clear" w:pos="792"/>
          <w:tab w:val="num" w:pos="851"/>
        </w:tabs>
        <w:spacing w:before="240" w:after="120"/>
        <w:ind w:left="851" w:hanging="567"/>
        <w:jc w:val="both"/>
        <w:rPr>
          <w:sz w:val="22"/>
        </w:rPr>
      </w:pPr>
      <w:r>
        <w:rPr>
          <w:sz w:val="22"/>
        </w:rPr>
        <w:t xml:space="preserve">Nombre del </w:t>
      </w:r>
      <w:r>
        <w:rPr>
          <w:sz w:val="22"/>
          <w:u w:val="single"/>
        </w:rPr>
        <w:t>coordinador del contrato de subvención</w:t>
      </w:r>
      <w:r>
        <w:rPr>
          <w:sz w:val="22"/>
        </w:rPr>
        <w:t>:</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rPr>
        <w:t xml:space="preserve">Nombre y cargo de la </w:t>
      </w:r>
      <w:r>
        <w:rPr>
          <w:sz w:val="22"/>
          <w:u w:val="single"/>
        </w:rPr>
        <w:t>persona de contacto</w:t>
      </w:r>
      <w:r>
        <w:rPr>
          <w:sz w:val="22"/>
        </w:rPr>
        <w:t>:</w:t>
      </w:r>
    </w:p>
    <w:p w:rsidR="001378E8" w:rsidRPr="00D27F7D" w:rsidRDefault="001378E8" w:rsidP="004E7349">
      <w:pPr>
        <w:numPr>
          <w:ilvl w:val="1"/>
          <w:numId w:val="3"/>
        </w:numPr>
        <w:tabs>
          <w:tab w:val="clear" w:pos="792"/>
          <w:tab w:val="num" w:pos="851"/>
        </w:tabs>
        <w:spacing w:before="120" w:after="120"/>
        <w:ind w:left="851" w:hanging="567"/>
        <w:jc w:val="both"/>
        <w:rPr>
          <w:sz w:val="22"/>
        </w:rPr>
      </w:pPr>
      <w:r>
        <w:rPr>
          <w:sz w:val="22"/>
        </w:rPr>
        <w:t xml:space="preserve">Nombre de </w:t>
      </w:r>
      <w:r>
        <w:rPr>
          <w:sz w:val="22"/>
          <w:u w:val="single"/>
        </w:rPr>
        <w:t>los beneficiarios y entidades afiliadas</w:t>
      </w:r>
      <w:r>
        <w:rPr>
          <w:sz w:val="22"/>
        </w:rPr>
        <w:t xml:space="preserve"> que participan en la acción:</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Título</w:t>
      </w:r>
      <w:r>
        <w:rPr>
          <w:sz w:val="22"/>
        </w:rPr>
        <w:t xml:space="preserve"> de la acción:</w:t>
      </w:r>
    </w:p>
    <w:p w:rsidR="00A54AFC" w:rsidRPr="00D27F7D" w:rsidRDefault="00FF0849" w:rsidP="004E7349">
      <w:pPr>
        <w:numPr>
          <w:ilvl w:val="1"/>
          <w:numId w:val="3"/>
        </w:numPr>
        <w:tabs>
          <w:tab w:val="clear" w:pos="792"/>
          <w:tab w:val="num" w:pos="851"/>
        </w:tabs>
        <w:spacing w:before="120" w:after="120"/>
        <w:ind w:left="851" w:hanging="567"/>
        <w:jc w:val="both"/>
        <w:rPr>
          <w:sz w:val="22"/>
        </w:rPr>
      </w:pPr>
      <w:r>
        <w:rPr>
          <w:sz w:val="22"/>
          <w:u w:val="single"/>
        </w:rPr>
        <w:t>Número de contrato:</w:t>
      </w:r>
    </w:p>
    <w:p w:rsidR="00A54AFC" w:rsidRPr="00D27F7D" w:rsidRDefault="00A54AFC" w:rsidP="004E7349">
      <w:pPr>
        <w:numPr>
          <w:ilvl w:val="1"/>
          <w:numId w:val="3"/>
        </w:numPr>
        <w:tabs>
          <w:tab w:val="clear" w:pos="792"/>
          <w:tab w:val="num" w:pos="851"/>
        </w:tabs>
        <w:spacing w:before="120" w:after="120"/>
        <w:ind w:left="851" w:hanging="567"/>
        <w:jc w:val="both"/>
        <w:rPr>
          <w:sz w:val="22"/>
        </w:rPr>
      </w:pPr>
      <w:r>
        <w:rPr>
          <w:sz w:val="22"/>
          <w:u w:val="single"/>
        </w:rPr>
        <w:t xml:space="preserve">Fecha de inicio </w:t>
      </w:r>
      <w:r>
        <w:rPr>
          <w:sz w:val="22"/>
        </w:rPr>
        <w:t>y</w:t>
      </w:r>
      <w:r>
        <w:rPr>
          <w:sz w:val="22"/>
          <w:u w:val="single"/>
        </w:rPr>
        <w:t xml:space="preserve"> fecha de finalización</w:t>
      </w:r>
      <w:r>
        <w:rPr>
          <w:sz w:val="22"/>
        </w:rPr>
        <w:t xml:space="preserve"> del período de referencia:</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Países</w:t>
      </w:r>
      <w:r>
        <w:rPr>
          <w:sz w:val="22"/>
        </w:rPr>
        <w:t xml:space="preserve"> o </w:t>
      </w:r>
      <w:r>
        <w:rPr>
          <w:sz w:val="22"/>
          <w:u w:val="single"/>
        </w:rPr>
        <w:t>regiones</w:t>
      </w:r>
      <w:r>
        <w:rPr>
          <w:sz w:val="22"/>
        </w:rPr>
        <w:t xml:space="preserve"> destinatarios: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u w:val="single"/>
        </w:rPr>
        <w:t>Beneficiarios finales</w:t>
      </w:r>
      <w:r>
        <w:rPr>
          <w:sz w:val="22"/>
        </w:rPr>
        <w:t xml:space="preserve"> o </w:t>
      </w:r>
      <w:r>
        <w:rPr>
          <w:sz w:val="22"/>
          <w:u w:val="single"/>
        </w:rPr>
        <w:t>grupos destinatarios</w:t>
      </w:r>
      <w:r w:rsidRPr="00D27F7D">
        <w:rPr>
          <w:rStyle w:val="FootnoteReference"/>
        </w:rPr>
        <w:footnoteReference w:id="1"/>
      </w:r>
      <w:r>
        <w:rPr>
          <w:sz w:val="22"/>
        </w:rPr>
        <w:t xml:space="preserve"> (si son diferentes) (incluyendo el número de hombres y mujeres):</w:t>
      </w:r>
    </w:p>
    <w:p w:rsidR="00E0028F" w:rsidRPr="00D27F7D" w:rsidRDefault="00E0028F" w:rsidP="004E7349">
      <w:pPr>
        <w:numPr>
          <w:ilvl w:val="1"/>
          <w:numId w:val="3"/>
        </w:numPr>
        <w:tabs>
          <w:tab w:val="clear" w:pos="792"/>
          <w:tab w:val="num" w:pos="851"/>
        </w:tabs>
        <w:spacing w:before="120" w:after="120"/>
        <w:ind w:left="851" w:hanging="567"/>
        <w:jc w:val="both"/>
        <w:rPr>
          <w:sz w:val="22"/>
        </w:rPr>
      </w:pPr>
      <w:r>
        <w:rPr>
          <w:sz w:val="22"/>
        </w:rPr>
        <w:t>Países donde se desarrollan las actividades (si son diferentes de los mencionados en la sección 1.7):</w:t>
      </w:r>
    </w:p>
    <w:p w:rsidR="004A7F60" w:rsidRPr="00D27F7D" w:rsidRDefault="00A12C3B" w:rsidP="00FD1C47">
      <w:pPr>
        <w:keepNext/>
        <w:keepLines/>
        <w:numPr>
          <w:ilvl w:val="0"/>
          <w:numId w:val="3"/>
        </w:numPr>
        <w:pBdr>
          <w:bottom w:val="single" w:sz="4" w:space="1" w:color="auto"/>
        </w:pBdr>
        <w:spacing w:after="120"/>
        <w:ind w:left="357" w:hanging="357"/>
        <w:jc w:val="both"/>
        <w:rPr>
          <w:b/>
          <w:sz w:val="22"/>
        </w:rPr>
      </w:pPr>
      <w:r>
        <w:rPr>
          <w:b/>
          <w:sz w:val="22"/>
        </w:rPr>
        <w:lastRenderedPageBreak/>
        <w:t>Evaluación de la ejecución de las actividades de la acción y de los correspondientes resultados</w:t>
      </w:r>
    </w:p>
    <w:p w:rsidR="00554A5F" w:rsidRPr="009D40C1" w:rsidRDefault="00554A5F" w:rsidP="004E7349">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iCs w:val="0"/>
          <w:sz w:val="22"/>
        </w:rPr>
        <w:t>Resumen de la acción</w:t>
      </w:r>
    </w:p>
    <w:p w:rsidR="0044362C" w:rsidRDefault="00554A5F" w:rsidP="001A7978">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Facilite un resumen global de la ejecución de la acción durante todo el período de referencia (máximo media página).</w:t>
      </w:r>
    </w:p>
    <w:p w:rsidR="00D160DB" w:rsidRDefault="0000263A" w:rsidP="009D40C1">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 xml:space="preserve">Tomando como referencia la </w:t>
      </w:r>
      <w:r>
        <w:rPr>
          <w:i w:val="0"/>
          <w:iCs w:val="0"/>
          <w:sz w:val="22"/>
          <w:u w:val="single"/>
        </w:rPr>
        <w:t>matriz del marco lógico actualizada</w:t>
      </w:r>
      <w:r w:rsidR="00A96302">
        <w:rPr>
          <w:rStyle w:val="FootnoteReference"/>
          <w:i w:val="0"/>
          <w:sz w:val="22"/>
          <w:u w:val="single"/>
        </w:rPr>
        <w:footnoteReference w:id="2"/>
      </w:r>
      <w:r>
        <w:rPr>
          <w:i w:val="0"/>
          <w:iCs w:val="0"/>
          <w:sz w:val="22"/>
        </w:rPr>
        <w:t xml:space="preserve"> (véase la sección 2.3), describa y comente, para cada nivel de la cadena de resultados, los avances hacia su nivel de consecución (si procede en esta fase) y la probabilidad de alcanzar los objetivos finales relacionados con los resultados al final de la acción. </w:t>
      </w:r>
    </w:p>
    <w:p w:rsidR="001A7978" w:rsidRPr="001A7978" w:rsidRDefault="00146AFD" w:rsidP="00146AFD">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iCs w:val="0"/>
          <w:sz w:val="22"/>
        </w:rPr>
      </w:pPr>
      <w:r>
        <w:rPr>
          <w:i w:val="0"/>
          <w:iCs w:val="0"/>
          <w:sz w:val="22"/>
        </w:rPr>
        <w:t>Explique brevemente si se debe introducir o se ha introducido algún cambio en la lógica de intervención y en la matriz del marco lógico, y proporcione una justificación para tales cambios (debe incluirse una explicación completa en la sección 2.2 bajo el nivel pertinente considerado: Impacto, efectos, productos y actividades).</w:t>
      </w:r>
    </w:p>
    <w:p w:rsidR="0019087E" w:rsidRPr="00ED53B3" w:rsidRDefault="0030215B" w:rsidP="001A7978">
      <w:pPr>
        <w:pStyle w:val="BodyText2"/>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4"/>
        <w:jc w:val="both"/>
        <w:rPr>
          <w:b/>
          <w:i w:val="0"/>
          <w:iCs w:val="0"/>
          <w:sz w:val="22"/>
        </w:rPr>
      </w:pPr>
      <w:r>
        <w:rPr>
          <w:b/>
          <w:i w:val="0"/>
          <w:sz w:val="22"/>
        </w:rPr>
        <w:t xml:space="preserve">Resultados y actividades </w:t>
      </w:r>
    </w:p>
    <w:p w:rsidR="008173E8" w:rsidRDefault="008173E8" w:rsidP="009D40C1">
      <w:pPr>
        <w:spacing w:before="120" w:after="120"/>
        <w:ind w:left="851"/>
        <w:jc w:val="both"/>
        <w:rPr>
          <w:iCs/>
          <w:sz w:val="22"/>
        </w:rPr>
      </w:pPr>
      <w:r>
        <w:rPr>
          <w:iCs/>
          <w:sz w:val="22"/>
        </w:rPr>
        <w:t>A. RESULTADOS (IMPACTO, EFECTOS, PRODUCTOS)</w:t>
      </w:r>
    </w:p>
    <w:p w:rsidR="00146AFD" w:rsidRPr="005B56E4" w:rsidRDefault="00146AFD" w:rsidP="005B56E4">
      <w:pPr>
        <w:spacing w:before="120" w:after="120"/>
        <w:ind w:left="360"/>
        <w:jc w:val="both"/>
        <w:rPr>
          <w:i/>
          <w:iCs/>
          <w:sz w:val="22"/>
        </w:rPr>
      </w:pPr>
      <w:r>
        <w:rPr>
          <w:i/>
          <w:iCs/>
          <w:sz w:val="22"/>
        </w:rPr>
        <w:t>El informe descriptivo deberá basarse en el sistema de seguimiento y evaluación establecido utilizando como base la matriz del marco lógico. Deberá, como tal, integrar todos los indicadores definidos en el marco lógico. Deberán utilizarse informes de seguimiento o evaluación sobre el rendimiento de la acción, y estos deberán mencionarse en los informes descriptivos.</w:t>
      </w:r>
    </w:p>
    <w:p w:rsidR="00ED53B3" w:rsidRDefault="00ED53B3" w:rsidP="009D40C1">
      <w:pPr>
        <w:spacing w:before="120" w:after="120"/>
        <w:ind w:left="851"/>
        <w:jc w:val="both"/>
        <w:rPr>
          <w:iCs/>
          <w:sz w:val="22"/>
        </w:rPr>
      </w:pPr>
      <w:r>
        <w:rPr>
          <w:iCs/>
          <w:sz w:val="22"/>
        </w:rPr>
        <w:t>¿Cuál es su evaluación de los resultados de la acción hasta el momento? Incluya observaciones sobre la actuación y consecución de los productos, efectos e impactos, precisando si la acción ha tenido repercusiones positivas o negativas imprevistas.</w:t>
      </w:r>
    </w:p>
    <w:p w:rsidR="00146AFD" w:rsidRDefault="00146AFD" w:rsidP="00146AFD">
      <w:pPr>
        <w:spacing w:before="120" w:after="120"/>
        <w:ind w:left="851"/>
        <w:jc w:val="both"/>
        <w:rPr>
          <w:sz w:val="22"/>
          <w:szCs w:val="22"/>
        </w:rPr>
      </w:pPr>
      <w:r>
        <w:rPr>
          <w:sz w:val="22"/>
          <w:szCs w:val="22"/>
        </w:rPr>
        <w:t>Explique de qué forma se han integrado en la acción cuestiones transversales como la promoción de los derechos humanos</w:t>
      </w:r>
      <w:r w:rsidRPr="00306096">
        <w:rPr>
          <w:rStyle w:val="FootnoteReference"/>
        </w:rPr>
        <w:footnoteReference w:id="3"/>
      </w:r>
      <w:r>
        <w:rPr>
          <w:sz w:val="22"/>
          <w:szCs w:val="22"/>
        </w:rPr>
        <w:t>, la igualdad de género</w:t>
      </w:r>
      <w:r w:rsidRPr="00306096">
        <w:rPr>
          <w:rStyle w:val="FootnoteReference"/>
        </w:rPr>
        <w:footnoteReference w:id="4"/>
      </w:r>
      <w:r>
        <w:rPr>
          <w:sz w:val="22"/>
          <w:szCs w:val="22"/>
        </w:rPr>
        <w:t>, la democracia, la buena gobernanza, los derechos de los menores, los derechos de los pueblos indígenas, los problemas a que se enfrentan los jóvenes, la sostenibilidad medioambiental</w:t>
      </w:r>
      <w:r w:rsidRPr="00306096">
        <w:rPr>
          <w:rStyle w:val="FootnoteReference"/>
        </w:rPr>
        <w:footnoteReference w:id="5"/>
      </w:r>
      <w:r>
        <w:rPr>
          <w:sz w:val="22"/>
          <w:szCs w:val="22"/>
        </w:rPr>
        <w:t xml:space="preserve"> o la lucha contra el VIH/SIDA (si existe una prevalencia elevada en el país o la región destinatarios).</w:t>
      </w:r>
    </w:p>
    <w:p w:rsidR="00146AFD" w:rsidRPr="005B56E4" w:rsidRDefault="00D92B66" w:rsidP="00D75FB3">
      <w:pPr>
        <w:pStyle w:val="BodyText2"/>
        <w:keepNext/>
        <w:keepLines/>
        <w:pBdr>
          <w:top w:val="none" w:sz="0" w:space="0" w:color="auto"/>
          <w:left w:val="none" w:sz="0" w:space="0" w:color="auto"/>
          <w:bottom w:val="none" w:sz="0" w:space="0" w:color="auto"/>
          <w:right w:val="none" w:sz="0" w:space="0" w:color="auto"/>
        </w:pBdr>
        <w:spacing w:before="120" w:after="120"/>
        <w:ind w:left="851"/>
        <w:jc w:val="both"/>
        <w:rPr>
          <w:i w:val="0"/>
          <w:sz w:val="22"/>
          <w:szCs w:val="22"/>
        </w:rPr>
      </w:pPr>
      <w:r>
        <w:rPr>
          <w:i w:val="0"/>
          <w:sz w:val="22"/>
          <w:highlight w:val="yellow"/>
        </w:rPr>
        <w:t>Siguiendo la jerarquía de resultados establecida en la matriz del marco lógico (véase la sección 2.3), comente, para cada nivel de la cadena de resultados (productos, efectos, impacto), el nivel de consecución durante el período de referencia sobre la base del valor actual correspondiente de los indicadores con respecto a la base de referencia y los valores objetivo establecidos en el marco lógico.</w:t>
      </w:r>
    </w:p>
    <w:p w:rsidR="00146AFD" w:rsidRPr="00D75FB3" w:rsidRDefault="00146AFD" w:rsidP="00D75FB3">
      <w:pPr>
        <w:ind w:left="851"/>
        <w:rPr>
          <w:sz w:val="22"/>
          <w:szCs w:val="22"/>
        </w:rPr>
      </w:pPr>
      <w:r>
        <w:rPr>
          <w:sz w:val="22"/>
          <w:szCs w:val="22"/>
        </w:rPr>
        <w:t>En caso de rendimiento insuficiente, explique las razones y las medidas correctoras.</w:t>
      </w:r>
    </w:p>
    <w:p w:rsidR="007C5C59" w:rsidRPr="00251EF1" w:rsidRDefault="007C5C59" w:rsidP="007C5C59">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lastRenderedPageBreak/>
        <w:t>Impacto — «&lt;Título del impacto&gt;»</w:t>
      </w:r>
    </w:p>
    <w:p w:rsidR="00146AFD" w:rsidRDefault="007C5C59" w:rsidP="00D75FB3">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&lt;explique la situación actual de los indicadores asociados al impacto si es pertinente mencionar algún progreso durante el período de referencia&gt;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Efecto 1 — «&lt;Título del efecto&gt;»</w:t>
      </w:r>
    </w:p>
    <w:p w:rsidR="00F309C4" w:rsidRPr="002569A2" w:rsidRDefault="00F309C4" w:rsidP="00251EF1">
      <w:pPr>
        <w:pStyle w:val="BodyText2"/>
        <w:keepNext/>
        <w:keepLines/>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&lt;comente la situación actual de los indicadores asociados al efecto 1 y explique cualquier posible cambio y, en particular, cualquier posible rendimiento insuficiente; haga referencia a los supuestos del marco lógico&gt;</w:t>
      </w:r>
    </w:p>
    <w:p w:rsidR="00F309C4" w:rsidRPr="00251EF1" w:rsidRDefault="0007265F" w:rsidP="00D75FB3">
      <w:pPr>
        <w:pStyle w:val="BodyText2"/>
        <w:keepNext/>
        <w:keepLines/>
        <w:pBdr>
          <w:top w:val="none" w:sz="0" w:space="0" w:color="auto"/>
          <w:left w:val="none" w:sz="0" w:space="0" w:color="auto"/>
          <w:bottom w:val="none" w:sz="0" w:space="0" w:color="auto"/>
          <w:right w:val="none" w:sz="0" w:space="0" w:color="auto"/>
        </w:pBdr>
        <w:spacing w:before="120" w:after="120"/>
        <w:ind w:left="705"/>
        <w:jc w:val="both"/>
        <w:rPr>
          <w:b/>
          <w:i w:val="0"/>
          <w:sz w:val="22"/>
        </w:rPr>
      </w:pPr>
      <w:r>
        <w:rPr>
          <w:b/>
          <w:i w:val="0"/>
          <w:sz w:val="22"/>
        </w:rPr>
        <w:t>(si figura en el marco lógico) Efecto intermedio 1 — «&lt;Título del efecto intermedio 1&gt;»</w:t>
      </w:r>
    </w:p>
    <w:p w:rsidR="00D92B66" w:rsidRPr="00D31337" w:rsidRDefault="00D92B66" w:rsidP="00D92B66">
      <w:pPr>
        <w:spacing w:before="120" w:after="120"/>
        <w:ind w:firstLine="720"/>
        <w:jc w:val="both"/>
        <w:rPr>
          <w:sz w:val="22"/>
        </w:rPr>
      </w:pPr>
      <w:r>
        <w:rPr>
          <w:sz w:val="22"/>
        </w:rPr>
        <w:t>&lt;…&gt;</w:t>
      </w:r>
    </w:p>
    <w:p w:rsidR="00ED0980" w:rsidRPr="00251EF1" w:rsidRDefault="00ED0980" w:rsidP="00251EF1">
      <w:pPr>
        <w:pStyle w:val="BodyText2"/>
        <w:keepNext/>
        <w:keepLines/>
        <w:pBdr>
          <w:top w:val="none" w:sz="0" w:space="0" w:color="auto"/>
          <w:left w:val="none" w:sz="0" w:space="0" w:color="auto"/>
          <w:bottom w:val="none" w:sz="0" w:space="0" w:color="auto"/>
          <w:right w:val="none" w:sz="0" w:space="0" w:color="auto"/>
        </w:pBdr>
        <w:spacing w:before="120" w:after="120"/>
        <w:ind w:left="360" w:firstLine="360"/>
        <w:jc w:val="both"/>
        <w:rPr>
          <w:b/>
          <w:i w:val="0"/>
          <w:sz w:val="22"/>
        </w:rPr>
      </w:pPr>
      <w:r>
        <w:rPr>
          <w:b/>
          <w:i w:val="0"/>
          <w:sz w:val="22"/>
        </w:rPr>
        <w:t>Producto 1.1.</w:t>
      </w:r>
    </w:p>
    <w:p w:rsidR="00D92B66" w:rsidRPr="00D31337" w:rsidRDefault="00D92B66" w:rsidP="00D92B66">
      <w:pPr>
        <w:spacing w:before="120" w:after="120"/>
        <w:ind w:firstLine="720"/>
        <w:jc w:val="both"/>
        <w:rPr>
          <w:sz w:val="22"/>
        </w:rPr>
      </w:pPr>
      <w:r>
        <w:rPr>
          <w:sz w:val="22"/>
        </w:rPr>
        <w:t>&lt;…&gt;</w:t>
      </w:r>
    </w:p>
    <w:p w:rsidR="008173E8" w:rsidRPr="00251EF1" w:rsidRDefault="008173E8" w:rsidP="00251EF1">
      <w:pPr>
        <w:spacing w:before="120" w:after="120"/>
        <w:jc w:val="both"/>
        <w:rPr>
          <w:iCs/>
          <w:sz w:val="22"/>
        </w:rPr>
      </w:pPr>
      <w:r>
        <w:rPr>
          <w:i/>
          <w:sz w:val="22"/>
        </w:rPr>
        <w:tab/>
      </w:r>
      <w:r>
        <w:rPr>
          <w:iCs/>
          <w:sz w:val="22"/>
        </w:rPr>
        <w:t>B. ACTIVIDADES</w:t>
      </w:r>
    </w:p>
    <w:p w:rsidR="00D92B66" w:rsidRDefault="00D92B66" w:rsidP="00C14281">
      <w:pPr>
        <w:spacing w:before="120" w:after="120"/>
        <w:ind w:left="709"/>
        <w:jc w:val="both"/>
        <w:rPr>
          <w:sz w:val="22"/>
        </w:rPr>
      </w:pPr>
      <w:r>
        <w:rPr>
          <w:sz w:val="22"/>
        </w:rPr>
        <w:t xml:space="preserve">Describa </w:t>
      </w:r>
      <w:r>
        <w:rPr>
          <w:i/>
          <w:iCs/>
          <w:sz w:val="22"/>
        </w:rPr>
        <w:t>cómo</w:t>
      </w:r>
      <w:r>
        <w:rPr>
          <w:sz w:val="22"/>
        </w:rPr>
        <w:t xml:space="preserve"> las actividades ejecutadas en el período de referencia contribuyeron a la consecución del producto con el que están relacionadas.</w:t>
      </w:r>
    </w:p>
    <w:p w:rsidR="00F309C4" w:rsidRDefault="00ED0980" w:rsidP="00D75FB3">
      <w:pPr>
        <w:spacing w:before="120" w:after="120"/>
        <w:ind w:firstLine="720"/>
        <w:jc w:val="both"/>
        <w:rPr>
          <w:b/>
          <w:sz w:val="22"/>
        </w:rPr>
      </w:pPr>
      <w:r>
        <w:rPr>
          <w:b/>
          <w:sz w:val="22"/>
        </w:rPr>
        <w:t>Actividad 1.1.1. relacionada con el producto 1.1</w:t>
      </w:r>
    </w:p>
    <w:p w:rsidR="00D92B66" w:rsidRPr="00D31337" w:rsidRDefault="00D92B66" w:rsidP="00D92B66">
      <w:pPr>
        <w:spacing w:before="120" w:after="120"/>
        <w:ind w:firstLine="720"/>
        <w:jc w:val="both"/>
        <w:rPr>
          <w:sz w:val="22"/>
        </w:rPr>
      </w:pPr>
      <w:r>
        <w:rPr>
          <w:sz w:val="22"/>
        </w:rPr>
        <w:t>&lt;…&gt;</w:t>
      </w:r>
    </w:p>
    <w:p w:rsidR="00F309C4" w:rsidRPr="00251EF1" w:rsidRDefault="00F309C4" w:rsidP="00F309C4">
      <w:pPr>
        <w:pStyle w:val="BodyText2"/>
        <w:pBdr>
          <w:top w:val="none" w:sz="0" w:space="0" w:color="auto"/>
          <w:left w:val="none" w:sz="0" w:space="0" w:color="auto"/>
          <w:bottom w:val="none" w:sz="0" w:space="0" w:color="auto"/>
          <w:right w:val="none" w:sz="0" w:space="0" w:color="auto"/>
        </w:pBdr>
        <w:spacing w:before="120" w:after="120"/>
        <w:ind w:left="720"/>
        <w:jc w:val="both"/>
        <w:rPr>
          <w:i w:val="0"/>
          <w:sz w:val="22"/>
        </w:rPr>
      </w:pPr>
      <w:r>
        <w:rPr>
          <w:i w:val="0"/>
          <w:sz w:val="22"/>
        </w:rPr>
        <w:t xml:space="preserve">&lt;(si procede) describa los problemas encontrados (como retrasos, cancelaciones, aplazamiento de actividades, etc.), y cómo han sido abordados&gt; </w:t>
      </w:r>
    </w:p>
    <w:p w:rsidR="00F309C4" w:rsidRPr="002569A2" w:rsidRDefault="00F309C4" w:rsidP="00F309C4">
      <w:pPr>
        <w:spacing w:before="120" w:after="120"/>
        <w:ind w:left="720"/>
        <w:jc w:val="both"/>
        <w:rPr>
          <w:sz w:val="22"/>
        </w:rPr>
      </w:pPr>
      <w:r>
        <w:rPr>
          <w:sz w:val="22"/>
        </w:rPr>
        <w:t xml:space="preserve">&lt;(si procede) indique los riesgos que hayan podido poner en peligro la realización de algunas actividades y explique cómo han sido tratados&gt; </w:t>
      </w:r>
    </w:p>
    <w:p w:rsidR="00ED0980" w:rsidRPr="00251EF1" w:rsidRDefault="00ED0980" w:rsidP="00251EF1">
      <w:pPr>
        <w:spacing w:before="120" w:after="120"/>
        <w:ind w:firstLine="720"/>
        <w:jc w:val="both"/>
        <w:rPr>
          <w:b/>
          <w:sz w:val="22"/>
        </w:rPr>
      </w:pPr>
      <w:r>
        <w:rPr>
          <w:b/>
          <w:sz w:val="22"/>
        </w:rPr>
        <w:t xml:space="preserve">Actividad 1.1.2. </w:t>
      </w:r>
    </w:p>
    <w:p w:rsidR="00ED0980" w:rsidRPr="00D75FB3" w:rsidRDefault="00172618" w:rsidP="00251EF1">
      <w:pPr>
        <w:spacing w:before="120" w:after="120"/>
        <w:ind w:firstLine="720"/>
        <w:jc w:val="both"/>
        <w:rPr>
          <w:sz w:val="22"/>
        </w:rPr>
      </w:pPr>
      <w:r>
        <w:rPr>
          <w:sz w:val="22"/>
        </w:rPr>
        <w:t>&lt;…&gt;</w:t>
      </w:r>
    </w:p>
    <w:p w:rsidR="008242F2" w:rsidRPr="00612380" w:rsidRDefault="008242F2" w:rsidP="001C6F08">
      <w:pPr>
        <w:numPr>
          <w:ilvl w:val="1"/>
          <w:numId w:val="3"/>
        </w:numPr>
        <w:tabs>
          <w:tab w:val="clear" w:pos="792"/>
          <w:tab w:val="num" w:pos="851"/>
        </w:tabs>
        <w:spacing w:before="120" w:after="120"/>
        <w:ind w:left="851" w:hanging="491"/>
        <w:jc w:val="both"/>
        <w:rPr>
          <w:b/>
          <w:sz w:val="22"/>
          <w:highlight w:val="yellow"/>
        </w:rPr>
      </w:pPr>
      <w:r>
        <w:rPr>
          <w:b/>
          <w:sz w:val="22"/>
          <w:highlight w:val="yellow"/>
        </w:rPr>
        <w:t>Matriz del marco lógico actualizada</w:t>
      </w:r>
    </w:p>
    <w:p w:rsidR="00127CBF" w:rsidRPr="00127CBF" w:rsidRDefault="00127CBF" w:rsidP="00127CBF">
      <w:pPr>
        <w:spacing w:before="120" w:after="120"/>
        <w:jc w:val="both"/>
        <w:rPr>
          <w:sz w:val="22"/>
        </w:rPr>
      </w:pPr>
      <w:r>
        <w:rPr>
          <w:sz w:val="22"/>
        </w:rPr>
        <w:t xml:space="preserve">La matriz del marco lógico debe utilizarse como herramienta para presentar informes sobre los resultados previstos (impacto, efectos, productos) durante la ejecución. Los valores de los indicadores destinados a medir los resultados se actualizarán periódicamente en la columna prevista a efectos de seguimiento y notificación (véase «Valor actual»). </w:t>
      </w:r>
      <w:r>
        <w:rPr>
          <w:sz w:val="22"/>
          <w:szCs w:val="22"/>
        </w:rPr>
        <w:t>En caso necesario, podrán añadirse columnas para los objetivos intermedios.</w:t>
      </w:r>
    </w:p>
    <w:p w:rsidR="00127CBF" w:rsidRDefault="00127CBF" w:rsidP="005B56E4">
      <w:pPr>
        <w:spacing w:before="120" w:after="120"/>
        <w:jc w:val="both"/>
        <w:rPr>
          <w:sz w:val="22"/>
        </w:rPr>
      </w:pPr>
      <w:r>
        <w:rPr>
          <w:sz w:val="22"/>
        </w:rPr>
        <w:t>En caso necesario, el marco lógico podrá ser revisado (en consonancia con las disposiciones definidas en la cláusula 9.4 de las Condiciones Generales, anexo E3h2).</w:t>
      </w:r>
    </w:p>
    <w:p w:rsidR="008240A4" w:rsidRDefault="008240A4" w:rsidP="005B56E4">
      <w:pPr>
        <w:spacing w:before="120" w:after="120"/>
        <w:jc w:val="both"/>
        <w:rPr>
          <w:sz w:val="22"/>
        </w:rPr>
        <w:sectPr w:rsidR="008240A4" w:rsidSect="00BD39AA">
          <w:headerReference w:type="even" r:id="rId11"/>
          <w:headerReference w:type="default" r:id="rId12"/>
          <w:footerReference w:type="even" r:id="rId13"/>
          <w:footerReference w:type="default" r:id="rId14"/>
          <w:headerReference w:type="first" r:id="rId15"/>
          <w:footerReference w:type="first" r:id="rId16"/>
          <w:pgSz w:w="11907" w:h="16840" w:code="9"/>
          <w:pgMar w:top="1134" w:right="1418" w:bottom="1276" w:left="1418" w:header="709" w:footer="709" w:gutter="0"/>
          <w:cols w:space="720"/>
        </w:sectPr>
      </w:pPr>
    </w:p>
    <w:p w:rsidR="00127CBF" w:rsidRDefault="00127CBF" w:rsidP="005B56E4">
      <w:pPr>
        <w:spacing w:before="120" w:after="120"/>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3317"/>
        <w:gridCol w:w="2062"/>
        <w:gridCol w:w="2001"/>
        <w:gridCol w:w="1517"/>
        <w:gridCol w:w="1761"/>
        <w:gridCol w:w="1723"/>
        <w:gridCol w:w="1625"/>
      </w:tblGrid>
      <w:tr w:rsidR="00FC7923" w:rsidRPr="00A57801" w:rsidTr="00A421EA">
        <w:trPr>
          <w:cantSplit/>
          <w:trHeight w:val="1313"/>
          <w:tblHeader/>
          <w:jc w:val="center"/>
        </w:trPr>
        <w:tc>
          <w:tcPr>
            <w:tcW w:w="0" w:type="auto"/>
            <w:tcBorders>
              <w:bottom w:val="single" w:sz="4" w:space="0" w:color="auto"/>
            </w:tcBorders>
            <w:shd w:val="clear" w:color="auto" w:fill="BFBFBF"/>
            <w:textDirection w:val="btLr"/>
          </w:tcPr>
          <w:p w:rsidR="00FC7923" w:rsidRPr="00A57801" w:rsidRDefault="00FC7923" w:rsidP="00A421EA">
            <w:pPr>
              <w:spacing w:before="60" w:afterLines="60" w:after="144"/>
              <w:ind w:left="113" w:right="113"/>
              <w:jc w:val="center"/>
              <w:rPr>
                <w:b/>
                <w:i/>
                <w:sz w:val="18"/>
                <w:szCs w:val="18"/>
              </w:rPr>
            </w:pPr>
            <w:r>
              <w:rPr>
                <w:b/>
                <w:i/>
                <w:sz w:val="18"/>
                <w:szCs w:val="18"/>
              </w:rPr>
              <w:t>Resultados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Cadena de resultados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Indicador</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Base de referencia</w:t>
            </w:r>
          </w:p>
          <w:p w:rsidR="00FC7923" w:rsidRPr="00A57801" w:rsidRDefault="00FC7923" w:rsidP="00A421EA">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Objetivo</w:t>
            </w:r>
          </w:p>
          <w:p w:rsidR="00FC7923" w:rsidRPr="00A57801" w:rsidRDefault="00FC7923" w:rsidP="00A421EA">
            <w:pPr>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Valor actual*</w:t>
            </w:r>
          </w:p>
          <w:p w:rsidR="00FC7923" w:rsidRPr="00A57801" w:rsidRDefault="00FC7923" w:rsidP="00A421EA">
            <w:pPr>
              <w:jc w:val="center"/>
              <w:rPr>
                <w:b/>
                <w:i/>
                <w:sz w:val="18"/>
                <w:szCs w:val="18"/>
              </w:rPr>
            </w:pPr>
            <w:r>
              <w:rPr>
                <w:b/>
                <w:i/>
                <w:sz w:val="18"/>
                <w:szCs w:val="18"/>
              </w:rPr>
              <w:t>(año de referencia)</w:t>
            </w:r>
          </w:p>
          <w:p w:rsidR="00FC7923" w:rsidRPr="00A57801" w:rsidRDefault="00FC7923" w:rsidP="00C409C7">
            <w:pPr>
              <w:jc w:val="center"/>
              <w:rPr>
                <w:b/>
                <w:i/>
                <w:sz w:val="18"/>
                <w:szCs w:val="18"/>
              </w:rPr>
            </w:pPr>
            <w:r>
              <w:rPr>
                <w:b/>
                <w:i/>
                <w:sz w:val="18"/>
                <w:szCs w:val="18"/>
              </w:rPr>
              <w:t>(*Deberá actualizarse en los informes intermedios y finales)</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 xml:space="preserve">Fuente de los datos </w:t>
            </w:r>
          </w:p>
        </w:tc>
        <w:tc>
          <w:tcPr>
            <w:tcW w:w="0" w:type="auto"/>
            <w:tcBorders>
              <w:bottom w:val="single" w:sz="4" w:space="0" w:color="auto"/>
            </w:tcBorders>
            <w:shd w:val="clear" w:color="auto" w:fill="BFBFBF"/>
          </w:tcPr>
          <w:p w:rsidR="00FC7923" w:rsidRPr="00A57801" w:rsidRDefault="00FC7923" w:rsidP="00A421EA">
            <w:pPr>
              <w:jc w:val="center"/>
              <w:rPr>
                <w:b/>
                <w:i/>
                <w:sz w:val="18"/>
                <w:szCs w:val="18"/>
              </w:rPr>
            </w:pPr>
            <w:r>
              <w:rPr>
                <w:b/>
                <w:i/>
                <w:sz w:val="18"/>
                <w:szCs w:val="18"/>
              </w:rPr>
              <w:t>Supuestos</w:t>
            </w:r>
          </w:p>
        </w:tc>
      </w:tr>
      <w:tr w:rsidR="00FC7923" w:rsidRPr="00A57801" w:rsidTr="00A421EA">
        <w:trPr>
          <w:trHeight w:val="1409"/>
          <w:jc w:val="center"/>
        </w:trPr>
        <w:tc>
          <w:tcPr>
            <w:tcW w:w="0" w:type="auto"/>
            <w:vMerge w:val="restart"/>
            <w:shd w:val="clear" w:color="auto" w:fill="D0CECE"/>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r>
              <w:rPr>
                <w:b/>
                <w:i/>
                <w:sz w:val="18"/>
                <w:szCs w:val="18"/>
              </w:rPr>
              <w:t>Impacto (objetivo global)</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el impacto es el objetivo general de la acción, que conlleva «efectos de largo plazo positivos y negativos, primarios y secundarios, producidos directa o indirectamente por una intervención para el desarrollo, intencionalmente o no».</w:t>
            </w:r>
          </w:p>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El impacto es la repercusión a largo plazo prevista de una acción que cumple el objetivo general al que dicha acción </w:t>
            </w:r>
            <w:r>
              <w:rPr>
                <w:i/>
                <w:sz w:val="18"/>
                <w:szCs w:val="18"/>
                <w:u w:val="single"/>
              </w:rPr>
              <w:t>contribuye</w:t>
            </w:r>
            <w:r>
              <w:rPr>
                <w:i/>
                <w:sz w:val="18"/>
                <w:szCs w:val="18"/>
              </w:rPr>
              <w:t xml:space="preserve"> a escala nacional, regional o sectorial en el contexto político, social, económico y medioambiental global resultante de las intervenciones de todos los actores y partes interesadas relevantes.</w:t>
            </w:r>
          </w:p>
          <w:p w:rsidR="00FC7923" w:rsidRPr="00A57801" w:rsidRDefault="00FC7923" w:rsidP="00A421EA">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FC7923" w:rsidRPr="00A57801" w:rsidRDefault="00FC7923" w:rsidP="00A421EA">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de los indicadores antes de la intervención, que puede utilizarse para evaluar el progreso alcanzado o para establecer comparaciones.</w:t>
            </w:r>
          </w:p>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Valor final previsto del indicador o indicadores.</w:t>
            </w:r>
          </w:p>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disponible más reciente de los indicadores en el momento de la presentación de los informes.</w:t>
            </w:r>
          </w:p>
          <w:p w:rsidR="00FC7923" w:rsidRPr="00A57801" w:rsidRDefault="00FC7923" w:rsidP="00A421EA">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Idealmente, deberá extraerse de la estrategia del asociado.</w:t>
            </w:r>
          </w:p>
        </w:tc>
        <w:tc>
          <w:tcPr>
            <w:tcW w:w="0" w:type="auto"/>
            <w:shd w:val="clear" w:color="auto" w:fill="D9D9D9"/>
          </w:tcPr>
          <w:p w:rsidR="00FC7923" w:rsidRPr="00A57801" w:rsidRDefault="00FC7923" w:rsidP="00A421EA">
            <w:pPr>
              <w:spacing w:before="60" w:afterLines="60" w:after="144"/>
              <w:rPr>
                <w:i/>
                <w:sz w:val="18"/>
                <w:szCs w:val="18"/>
              </w:rPr>
            </w:pPr>
            <w:r>
              <w:rPr>
                <w:i/>
                <w:sz w:val="18"/>
                <w:szCs w:val="18"/>
              </w:rPr>
              <w:t>No aplica</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Copie y pegue la información del impacto según el marco lógico original o según se haya modificado oficialmente durante la ejecución.</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Indicador de impacto 1:</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Base de referencia para el indicador de impacto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Objetivo para el indicador de impacto 1</w:t>
            </w:r>
          </w:p>
        </w:tc>
        <w:tc>
          <w:tcPr>
            <w:tcW w:w="0" w:type="auto"/>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Valor actual para el indicador de impacto 1</w:t>
            </w:r>
          </w:p>
        </w:tc>
        <w:tc>
          <w:tcPr>
            <w:tcW w:w="0" w:type="auto"/>
            <w:shd w:val="clear" w:color="auto" w:fill="auto"/>
          </w:tcPr>
          <w:p w:rsidR="00FC7923" w:rsidRPr="006C5F36" w:rsidRDefault="00FC7923" w:rsidP="00A421EA">
            <w:pPr>
              <w:autoSpaceDE w:val="0"/>
              <w:autoSpaceDN w:val="0"/>
              <w:adjustRightInd w:val="0"/>
              <w:spacing w:before="60" w:afterLines="60" w:after="144"/>
              <w:rPr>
                <w:sz w:val="18"/>
                <w:szCs w:val="18"/>
              </w:rPr>
            </w:pPr>
            <w:r>
              <w:rPr>
                <w:sz w:val="18"/>
                <w:szCs w:val="18"/>
              </w:rPr>
              <w:t>Fuentes de datos para el indicador de impacto 1</w:t>
            </w:r>
          </w:p>
        </w:tc>
        <w:tc>
          <w:tcPr>
            <w:tcW w:w="0" w:type="auto"/>
            <w:vMerge w:val="restart"/>
            <w:shd w:val="clear" w:color="auto" w:fill="D9D9D9"/>
          </w:tcPr>
          <w:p w:rsidR="00FC7923" w:rsidRPr="003B6DAB" w:rsidRDefault="00FC7923" w:rsidP="00A421EA">
            <w:pPr>
              <w:spacing w:before="60" w:afterLines="60" w:after="144"/>
              <w:rPr>
                <w:sz w:val="18"/>
                <w:szCs w:val="18"/>
              </w:rPr>
            </w:pPr>
            <w:r>
              <w:rPr>
                <w:i/>
                <w:sz w:val="18"/>
                <w:szCs w:val="18"/>
              </w:rPr>
              <w:t>No aplica</w:t>
            </w: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Base de referencia para el 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Objetivo para el indicador de impacto 2</w:t>
            </w:r>
          </w:p>
        </w:tc>
        <w:tc>
          <w:tcPr>
            <w:tcW w:w="0" w:type="auto"/>
            <w:shd w:val="clear" w:color="auto" w:fill="auto"/>
          </w:tcPr>
          <w:p w:rsidR="00FC7923" w:rsidRPr="00D75FB3" w:rsidRDefault="00FC7923" w:rsidP="00A421EA">
            <w:pPr>
              <w:autoSpaceDE w:val="0"/>
              <w:autoSpaceDN w:val="0"/>
              <w:adjustRightInd w:val="0"/>
              <w:spacing w:before="60" w:afterLines="60" w:after="144"/>
              <w:rPr>
                <w:rStyle w:val="CommentReference"/>
                <w:sz w:val="18"/>
                <w:szCs w:val="18"/>
              </w:rPr>
            </w:pPr>
            <w:r>
              <w:rPr>
                <w:sz w:val="18"/>
                <w:szCs w:val="18"/>
              </w:rPr>
              <w:t>Valor actual para el indicador de impacto 2</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Fuentes de datos para el indicador de impacto 2</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402"/>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Base de referencia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Objetivo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Valor actual para el indicador de impacto #</w:t>
            </w:r>
          </w:p>
        </w:tc>
        <w:tc>
          <w:tcPr>
            <w:tcW w:w="0" w:type="auto"/>
            <w:shd w:val="clear" w:color="auto" w:fill="auto"/>
          </w:tcPr>
          <w:p w:rsidR="00FC7923" w:rsidRPr="00D75FB3" w:rsidDel="00F11A37" w:rsidRDefault="00FC7923" w:rsidP="00A421EA">
            <w:pPr>
              <w:autoSpaceDE w:val="0"/>
              <w:autoSpaceDN w:val="0"/>
              <w:adjustRightInd w:val="0"/>
              <w:spacing w:before="60" w:afterLines="60" w:after="144"/>
              <w:rPr>
                <w:sz w:val="18"/>
                <w:szCs w:val="18"/>
              </w:rPr>
            </w:pPr>
            <w:r>
              <w:rPr>
                <w:sz w:val="18"/>
                <w:szCs w:val="18"/>
              </w:rPr>
              <w:t>Fuentes de datos para el indicador de impacto #</w:t>
            </w:r>
          </w:p>
        </w:tc>
        <w:tc>
          <w:tcPr>
            <w:tcW w:w="0" w:type="auto"/>
            <w:vMerge/>
            <w:shd w:val="clear" w:color="auto" w:fill="D9D9D9"/>
          </w:tcPr>
          <w:p w:rsidR="00FC7923" w:rsidRPr="00A57801" w:rsidRDefault="00FC7923" w:rsidP="00A421EA">
            <w:pPr>
              <w:spacing w:before="60" w:afterLines="60" w:after="144"/>
              <w:rPr>
                <w:sz w:val="18"/>
                <w:szCs w:val="18"/>
              </w:rPr>
            </w:pPr>
          </w:p>
        </w:tc>
      </w:tr>
      <w:tr w:rsidR="00FC7923" w:rsidRPr="00A57801" w:rsidTr="00A421EA">
        <w:trPr>
          <w:trHeight w:val="699"/>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Pr>
                <w:b/>
                <w:i/>
                <w:sz w:val="18"/>
                <w:szCs w:val="18"/>
              </w:rPr>
              <w:t>Efectos (objetivos específicos)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los efectos son «el conjunto de resultados a corto y mediano plazo probables o logrados por los productos de una intervención».</w:t>
            </w:r>
          </w:p>
          <w:p w:rsidR="00FC7923" w:rsidRPr="00A57801" w:rsidRDefault="00FC7923" w:rsidP="00A421EA">
            <w:pPr>
              <w:autoSpaceDE w:val="0"/>
              <w:autoSpaceDN w:val="0"/>
              <w:adjustRightInd w:val="0"/>
              <w:spacing w:before="60" w:afterLines="60" w:after="144"/>
              <w:rPr>
                <w:i/>
                <w:sz w:val="18"/>
                <w:szCs w:val="18"/>
                <w:u w:val="single"/>
              </w:rPr>
            </w:pPr>
            <w:r>
              <w:rPr>
                <w:i/>
                <w:sz w:val="18"/>
                <w:szCs w:val="18"/>
              </w:rPr>
              <w:t xml:space="preserve">El principal efecto a medio plazo de las intervenciones centradas en los cambios de comportamiento e institucionales del grupo destinatario que se deriva </w:t>
            </w:r>
            <w:r>
              <w:rPr>
                <w:i/>
                <w:sz w:val="18"/>
                <w:szCs w:val="18"/>
                <w:u w:val="single"/>
              </w:rPr>
              <w:t>de los productos conexos de la acción</w:t>
            </w:r>
            <w:r>
              <w:rPr>
                <w:i/>
                <w:sz w:val="18"/>
                <w:szCs w:val="18"/>
              </w:rPr>
              <w:t>.</w:t>
            </w:r>
          </w:p>
          <w:p w:rsidR="00FC7923" w:rsidRPr="00A57801" w:rsidRDefault="00FC7923" w:rsidP="00A421EA">
            <w:pPr>
              <w:autoSpaceDE w:val="0"/>
              <w:autoSpaceDN w:val="0"/>
              <w:adjustRightInd w:val="0"/>
              <w:spacing w:before="60" w:afterLines="60" w:after="144"/>
              <w:rPr>
                <w:i/>
                <w:iCs/>
                <w:sz w:val="18"/>
                <w:szCs w:val="18"/>
              </w:rPr>
            </w:pPr>
            <w:r>
              <w:rPr>
                <w:i/>
                <w:iCs/>
                <w:sz w:val="18"/>
                <w:szCs w:val="18"/>
              </w:rPr>
              <w:t>Es una buena práctica limitar el número de objetivos específicos (a menudo, con uno es suficiente); sin embargo, en el caso de las acciones de gran envergadura, pueden incluirse otros efectos directos.</w:t>
            </w:r>
          </w:p>
          <w:p w:rsidR="00FC7923" w:rsidRPr="00A57801" w:rsidRDefault="00FC7923" w:rsidP="00A421EA">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Variable cuantitativa o cualitativa que proporciona un medio sencillo y fiable para medir la consecución de los resultados correspondientes. </w:t>
            </w:r>
          </w:p>
          <w:p w:rsidR="00FC7923" w:rsidRPr="00892C8E" w:rsidRDefault="00FC7923" w:rsidP="00A421EA">
            <w:pPr>
              <w:autoSpaceDE w:val="0"/>
              <w:autoSpaceDN w:val="0"/>
              <w:adjustRightInd w:val="0"/>
              <w:spacing w:before="60" w:afterLines="60" w:after="144"/>
              <w:rPr>
                <w:i/>
                <w:sz w:val="18"/>
                <w:szCs w:val="18"/>
              </w:rPr>
            </w:pPr>
            <w:r>
              <w:rPr>
                <w:i/>
                <w:sz w:val="18"/>
                <w:szCs w:val="18"/>
              </w:rPr>
              <w:t>Deberá presentarse, en su caso, desglosada por sexo, edad, zona urbana/rural, discapacidad, etc.</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Pr>
                <w:i/>
                <w:sz w:val="18"/>
                <w:szCs w:val="18"/>
              </w:rPr>
              <w:t>El valor del indicador o los indicadores antes de la intervención, que puede utilizarse para evaluar el progreso alcanzado o para establecer comparaciones.</w:t>
            </w:r>
          </w:p>
        </w:tc>
        <w:tc>
          <w:tcPr>
            <w:tcW w:w="0" w:type="auto"/>
            <w:tcBorders>
              <w:bottom w:val="single" w:sz="4" w:space="0" w:color="auto"/>
            </w:tcBorders>
            <w:shd w:val="clear" w:color="auto" w:fill="DEEAF6"/>
          </w:tcPr>
          <w:p w:rsidR="00FC7923" w:rsidRPr="00A57801" w:rsidRDefault="00FC7923" w:rsidP="00A421EA">
            <w:pPr>
              <w:spacing w:before="60" w:afterLines="60" w:after="144"/>
              <w:rPr>
                <w:i/>
                <w:sz w:val="18"/>
                <w:szCs w:val="18"/>
              </w:rPr>
            </w:pPr>
            <w:r>
              <w:rPr>
                <w:i/>
                <w:sz w:val="18"/>
                <w:szCs w:val="18"/>
              </w:rPr>
              <w:t>Valor final previsto del indicador o indicadores.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El valor disponible más reciente del indicador o los indicadores en el momento de la presentación de los informes.</w:t>
            </w:r>
          </w:p>
          <w:p w:rsidR="00FC7923" w:rsidRPr="00892C8E" w:rsidRDefault="00FC7923" w:rsidP="00A421EA">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tcBorders>
              <w:bottom w:val="single" w:sz="4" w:space="0" w:color="auto"/>
            </w:tcBorders>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Las fuentes de información y los métodos utilizados para recoger la información y comunicarla (incluido quién y cuándo o con qué frecuencia).</w:t>
            </w:r>
          </w:p>
        </w:tc>
        <w:tc>
          <w:tcPr>
            <w:tcW w:w="0" w:type="auto"/>
            <w:shd w:val="clear" w:color="auto" w:fill="DEEAF6"/>
          </w:tcPr>
          <w:p w:rsidR="00FC7923" w:rsidRPr="00A57801" w:rsidRDefault="00FC7923" w:rsidP="00D75FB3">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Copie y pegue la información del efecto 1 según el marco lógico original o según se haya modificado oficialmente durante la ejecución.</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100" w:beforeAutospacing="1" w:after="100" w:afterAutospacing="1"/>
              <w:rPr>
                <w:sz w:val="18"/>
                <w:szCs w:val="18"/>
              </w:rPr>
            </w:pPr>
            <w:r>
              <w:rPr>
                <w:sz w:val="18"/>
                <w:szCs w:val="18"/>
              </w:rPr>
              <w:t xml:space="preserve">1.1 – </w:t>
            </w:r>
            <w:r>
              <w:rPr>
                <w:sz w:val="18"/>
                <w:szCs w:val="18"/>
                <w:u w:val="single"/>
              </w:rPr>
              <w:t>Indicador 1 del efecto 1</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Pr>
                <w:sz w:val="18"/>
                <w:szCs w:val="18"/>
              </w:rPr>
              <w:t xml:space="preserve">1.1 – </w:t>
            </w:r>
            <w:r>
              <w:rPr>
                <w:sz w:val="18"/>
                <w:szCs w:val="18"/>
                <w:u w:val="single"/>
              </w:rPr>
              <w:t>Base de referencia</w:t>
            </w:r>
            <w:r>
              <w:rPr>
                <w:sz w:val="18"/>
                <w:szCs w:val="18"/>
              </w:rPr>
              <w:t xml:space="preserve"> para el indicador 1.1 (misma unidad de medida) </w:t>
            </w:r>
          </w:p>
        </w:tc>
        <w:tc>
          <w:tcPr>
            <w:tcW w:w="0" w:type="auto"/>
            <w:tcBorders>
              <w:bottom w:val="single" w:sz="4" w:space="0" w:color="auto"/>
            </w:tcBorders>
            <w:shd w:val="clear" w:color="auto" w:fill="auto"/>
          </w:tcPr>
          <w:p w:rsidR="00FC7923" w:rsidRPr="00C409C7" w:rsidRDefault="00FC7923" w:rsidP="00A421EA">
            <w:pPr>
              <w:spacing w:before="60" w:afterLines="60" w:after="144"/>
              <w:rPr>
                <w:sz w:val="18"/>
                <w:szCs w:val="18"/>
              </w:rPr>
            </w:pPr>
            <w:r>
              <w:rPr>
                <w:sz w:val="18"/>
                <w:szCs w:val="18"/>
              </w:rPr>
              <w:t xml:space="preserve">1.1 – </w:t>
            </w:r>
            <w:r>
              <w:rPr>
                <w:sz w:val="18"/>
                <w:szCs w:val="18"/>
                <w:u w:val="single"/>
              </w:rPr>
              <w:t>Objetivo</w:t>
            </w:r>
            <w:r>
              <w:rPr>
                <w:sz w:val="18"/>
                <w:szCs w:val="18"/>
              </w:rPr>
              <w:t xml:space="preserve"> para el indicador 1.1 </w:t>
            </w:r>
          </w:p>
        </w:tc>
        <w:tc>
          <w:tcPr>
            <w:tcW w:w="0" w:type="auto"/>
            <w:tcBorders>
              <w:bottom w:val="single" w:sz="4" w:space="0" w:color="auto"/>
            </w:tcBorders>
            <w:shd w:val="clear" w:color="auto" w:fill="auto"/>
          </w:tcPr>
          <w:p w:rsidR="00FC7923" w:rsidRPr="00CF1F0E" w:rsidRDefault="00FC7923" w:rsidP="00A421EA">
            <w:pPr>
              <w:autoSpaceDE w:val="0"/>
              <w:autoSpaceDN w:val="0"/>
              <w:adjustRightInd w:val="0"/>
              <w:spacing w:before="60" w:afterLines="60" w:after="144"/>
              <w:rPr>
                <w:sz w:val="18"/>
                <w:szCs w:val="18"/>
              </w:rPr>
            </w:pPr>
            <w:r>
              <w:rPr>
                <w:sz w:val="18"/>
                <w:szCs w:val="18"/>
              </w:rPr>
              <w:t xml:space="preserve">1.1 – Valor actual para el indicador 1.1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1.1 – Fuente de los datos para el indicador 1.1 (valores)</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636"/>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w:t>
            </w:r>
            <w:r>
              <w:rPr>
                <w:sz w:val="18"/>
                <w:szCs w:val="18"/>
                <w:u w:val="single"/>
              </w:rPr>
              <w:t>Indicador 2 del efecto 1</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w:t>
            </w:r>
            <w:r>
              <w:rPr>
                <w:sz w:val="18"/>
                <w:szCs w:val="18"/>
                <w:u w:val="single"/>
              </w:rPr>
              <w:t>Base de referencia para el indicador 1.2</w:t>
            </w:r>
            <w:r>
              <w:rPr>
                <w:sz w:val="18"/>
                <w:szCs w:val="18"/>
              </w:rPr>
              <w:t xml:space="preserve"> (misma unidad de medida) </w:t>
            </w:r>
            <w:r>
              <w:rPr>
                <w:sz w:val="18"/>
                <w:szCs w:val="18"/>
                <w:u w:val="single"/>
              </w:rPr>
              <w:t xml:space="preserve">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w:t>
            </w:r>
            <w:r>
              <w:rPr>
                <w:sz w:val="18"/>
                <w:szCs w:val="18"/>
                <w:u w:val="single"/>
              </w:rPr>
              <w:t>Objetivo</w:t>
            </w:r>
            <w:r>
              <w:rPr>
                <w:sz w:val="18"/>
                <w:szCs w:val="18"/>
              </w:rPr>
              <w:t xml:space="preserve"> para el indicador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 – Valor actual para el indicador 1.2 </w:t>
            </w:r>
          </w:p>
        </w:tc>
        <w:tc>
          <w:tcPr>
            <w:tcW w:w="0" w:type="auto"/>
            <w:tcBorders>
              <w:bottom w:val="single" w:sz="4" w:space="0" w:color="auto"/>
            </w:tcBorders>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1.2 – Fuente de los datos para el indicador 1.2 (valores)</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29"/>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D75FB3" w:rsidRDefault="00FC7923" w:rsidP="00A421EA">
            <w:pPr>
              <w:autoSpaceDE w:val="0"/>
              <w:autoSpaceDN w:val="0"/>
              <w:adjustRightInd w:val="0"/>
              <w:spacing w:before="60" w:afterLines="60" w:after="144"/>
              <w:rPr>
                <w:rFonts w:eastAsia="Calibri"/>
                <w:sz w:val="18"/>
                <w:szCs w:val="18"/>
              </w:rPr>
            </w:pP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Del="00F11A3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593"/>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Copie y pegue la información del efecto 2 según el marco lógico original o según se haya modificado oficialmente durante la ejecución.</w:t>
            </w:r>
          </w:p>
        </w:tc>
        <w:tc>
          <w:tcPr>
            <w:tcW w:w="0" w:type="auto"/>
            <w:shd w:val="clear" w:color="auto" w:fill="auto"/>
          </w:tcPr>
          <w:p w:rsidR="00FC7923" w:rsidRPr="00C409C7" w:rsidRDefault="00FC7923" w:rsidP="00A421EA">
            <w:pPr>
              <w:tabs>
                <w:tab w:val="center" w:pos="928"/>
              </w:tabs>
              <w:autoSpaceDE w:val="0"/>
              <w:autoSpaceDN w:val="0"/>
              <w:adjustRightInd w:val="0"/>
              <w:spacing w:before="60" w:afterLines="60" w:after="144"/>
              <w:rPr>
                <w:sz w:val="18"/>
                <w:szCs w:val="18"/>
              </w:rPr>
            </w:pPr>
            <w:r>
              <w:rPr>
                <w:sz w:val="18"/>
                <w:szCs w:val="18"/>
              </w:rPr>
              <w:t xml:space="preserve">2.1 – Indicador del </w:t>
            </w:r>
            <w:r>
              <w:rPr>
                <w:sz w:val="18"/>
                <w:szCs w:val="18"/>
                <w:u w:val="single"/>
              </w:rPr>
              <w:t>efecto 2</w:t>
            </w:r>
            <w:r>
              <w:rPr>
                <w:sz w:val="18"/>
                <w:szCs w:val="18"/>
              </w:rPr>
              <w:t xml:space="preserve">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rPr>
              <w:t xml:space="preserve">2.1 – </w:t>
            </w:r>
            <w:r>
              <w:rPr>
                <w:sz w:val="18"/>
                <w:szCs w:val="18"/>
                <w:u w:val="single"/>
              </w:rPr>
              <w:t>Base de referencia para el indicador 2.1</w:t>
            </w:r>
            <w:r>
              <w:rPr>
                <w:sz w:val="18"/>
                <w:szCs w:val="18"/>
              </w:rPr>
              <w:t xml:space="preserve"> (misma unidad de medida)</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t xml:space="preserve">2.1 – Objetivo para el indicador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t xml:space="preserve">2.1 – Valor actual para el indicador 2.1 </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t>2.1 – Fuente de los datos para el indicador 2.1</w:t>
            </w:r>
            <w:r>
              <w:rPr>
                <w:sz w:val="18"/>
                <w:szCs w:val="18"/>
              </w:rPr>
              <w:t xml:space="preserve"> (valores)</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C7923" w:rsidRPr="00A57801" w:rsidRDefault="00FC7923" w:rsidP="00A421EA">
            <w:pPr>
              <w:autoSpaceDE w:val="0"/>
              <w:autoSpaceDN w:val="0"/>
              <w:adjustRightInd w:val="0"/>
              <w:spacing w:before="60" w:afterLines="60" w:after="144"/>
              <w:rPr>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 – </w:t>
            </w:r>
            <w:r>
              <w:rPr>
                <w:sz w:val="18"/>
                <w:szCs w:val="18"/>
                <w:u w:val="single"/>
              </w:rPr>
              <w:t>Indicador del efecto 2</w:t>
            </w:r>
          </w:p>
        </w:tc>
        <w:tc>
          <w:tcPr>
            <w:tcW w:w="0" w:type="auto"/>
            <w:shd w:val="clear" w:color="auto" w:fill="auto"/>
          </w:tcPr>
          <w:p w:rsidR="00FC7923" w:rsidRPr="00D75FB3" w:rsidRDefault="00FC7923" w:rsidP="00A421EA">
            <w:pPr>
              <w:spacing w:before="60" w:afterLines="60" w:after="144"/>
              <w:rPr>
                <w:sz w:val="18"/>
                <w:szCs w:val="18"/>
                <w:u w:val="single"/>
              </w:rPr>
            </w:pPr>
            <w:r>
              <w:rPr>
                <w:sz w:val="18"/>
                <w:szCs w:val="18"/>
                <w:u w:val="single"/>
              </w:rPr>
              <w:t>2.2 – Base de referencia para el indicador 2.2</w:t>
            </w:r>
            <w:r>
              <w:rPr>
                <w:sz w:val="18"/>
                <w:szCs w:val="18"/>
              </w:rPr>
              <w:t xml:space="preserve"> (misma unidad de medida)</w:t>
            </w:r>
          </w:p>
        </w:tc>
        <w:tc>
          <w:tcPr>
            <w:tcW w:w="0" w:type="auto"/>
            <w:shd w:val="clear" w:color="auto" w:fill="auto"/>
          </w:tcPr>
          <w:p w:rsidR="00FC7923" w:rsidRPr="00C409C7" w:rsidRDefault="00FC7923" w:rsidP="00A421EA">
            <w:pPr>
              <w:spacing w:before="60" w:afterLines="60" w:after="144"/>
              <w:rPr>
                <w:sz w:val="18"/>
                <w:szCs w:val="18"/>
              </w:rPr>
            </w:pPr>
            <w:r>
              <w:rPr>
                <w:sz w:val="18"/>
                <w:szCs w:val="18"/>
                <w:u w:val="single"/>
              </w:rPr>
              <w:t xml:space="preserve">2.2 – Objetivo para el indicador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u w:val="single"/>
              </w:rPr>
              <w:t xml:space="preserve">2.2 – Valor actual para el indicador 2.2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u w:val="single"/>
              </w:rPr>
              <w:t>2.2 – Fuente de los datos para el indicador 2.2</w:t>
            </w:r>
            <w:r>
              <w:rPr>
                <w:sz w:val="18"/>
                <w:szCs w:val="18"/>
              </w:rPr>
              <w:t xml:space="preserve"> (valores)</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278"/>
          <w:jc w:val="center"/>
        </w:trPr>
        <w:tc>
          <w:tcPr>
            <w:tcW w:w="0" w:type="auto"/>
            <w:vMerge/>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Copie y pegue la información del efecto # según el marco lógico original o según se haya modificado oficialmente durante la ejecución.</w:t>
            </w:r>
          </w:p>
        </w:tc>
        <w:tc>
          <w:tcPr>
            <w:tcW w:w="0" w:type="auto"/>
            <w:shd w:val="clear" w:color="auto" w:fill="auto"/>
          </w:tcPr>
          <w:p w:rsidR="00FC7923" w:rsidRPr="00D75FB3"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D75FB3" w:rsidRDefault="00FC7923" w:rsidP="00A421EA">
            <w:pPr>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auto"/>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1627"/>
          <w:jc w:val="center"/>
        </w:trPr>
        <w:tc>
          <w:tcPr>
            <w:tcW w:w="0" w:type="auto"/>
            <w:vMerge w:val="restart"/>
            <w:shd w:val="clear" w:color="auto" w:fill="D9D9D9"/>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r>
              <w:rPr>
                <w:b/>
                <w:i/>
                <w:sz w:val="18"/>
                <w:szCs w:val="18"/>
              </w:rPr>
              <w:t>Productos</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Según la definición del CAD de la OCDE, los productos son «los productos, los bienes de capital y los servicios que resultan de una intervención para el desarrollo».</w:t>
            </w:r>
          </w:p>
          <w:p w:rsidR="00FC7923" w:rsidRPr="00A57801" w:rsidRDefault="00FC7923" w:rsidP="00A421EA">
            <w:pPr>
              <w:autoSpaceDE w:val="0"/>
              <w:autoSpaceDN w:val="0"/>
              <w:adjustRightInd w:val="0"/>
              <w:spacing w:before="60" w:afterLines="60" w:after="144"/>
              <w:rPr>
                <w:i/>
                <w:sz w:val="18"/>
                <w:szCs w:val="18"/>
              </w:rPr>
            </w:pPr>
            <w:r>
              <w:rPr>
                <w:i/>
                <w:sz w:val="18"/>
                <w:szCs w:val="18"/>
              </w:rPr>
              <w:t>Son los productos directos o tangibles (infraestructuras, bienes y servicios) proporcionados o generados por la acción. También podrán incluir cambios derivados de la acción que sean pertinentes para la consecución de los efectos. Estos cambios se refieren a la mejora de las capacidades, habilidades, aptitudes, sistemas y políticas de un grupo de personas o de una organización, y son generados por la acción de la UE.</w:t>
            </w:r>
          </w:p>
          <w:p w:rsidR="00FC7923" w:rsidRDefault="00FC7923" w:rsidP="00A421EA">
            <w:pPr>
              <w:autoSpaceDE w:val="0"/>
              <w:autoSpaceDN w:val="0"/>
              <w:adjustRightInd w:val="0"/>
              <w:spacing w:before="60" w:afterLines="60" w:after="144"/>
              <w:rPr>
                <w:i/>
                <w:sz w:val="18"/>
                <w:szCs w:val="18"/>
              </w:rPr>
            </w:pPr>
            <w:r>
              <w:rPr>
                <w:i/>
                <w:sz w:val="18"/>
                <w:szCs w:val="18"/>
              </w:rPr>
              <w:t>Los productos deberán estar vinculados a los efectos correspondientes mediante una numeración clara.</w:t>
            </w:r>
          </w:p>
          <w:p w:rsidR="00FC7923" w:rsidRPr="00A57801" w:rsidRDefault="00FC7923" w:rsidP="00A421EA">
            <w:pPr>
              <w:autoSpaceDE w:val="0"/>
              <w:autoSpaceDN w:val="0"/>
              <w:adjustRightInd w:val="0"/>
              <w:spacing w:before="60" w:afterLines="60" w:after="144"/>
              <w:rPr>
                <w:i/>
                <w:strike/>
                <w:sz w:val="18"/>
                <w:szCs w:val="18"/>
              </w:rPr>
            </w:pPr>
            <w:r>
              <w:rPr>
                <w:i/>
                <w:color w:val="FF0000"/>
                <w:sz w:val="18"/>
                <w:szCs w:val="18"/>
              </w:rPr>
              <w:t>Suprima esta fila una vez completado el marco lógico</w:t>
            </w:r>
            <w:r>
              <w:rPr>
                <w:i/>
                <w:sz w:val="18"/>
                <w:szCs w:val="18"/>
              </w:rPr>
              <w:t>.</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EEAF6"/>
          </w:tcPr>
          <w:p w:rsidR="00FC7923" w:rsidRPr="00A57801" w:rsidRDefault="00FC7923" w:rsidP="00A421EA">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FC7923" w:rsidRPr="00A57801" w:rsidTr="00A421EA">
        <w:trPr>
          <w:trHeight w:val="730"/>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1.1, «Producto 1 relacionado con el efecto 1», según el marco lógico original o según se haya modificado oficialmente durante la ejecución. </w:t>
            </w: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Pr>
                <w:sz w:val="18"/>
                <w:szCs w:val="18"/>
                <w:u w:val="single"/>
              </w:rPr>
              <w:t xml:space="preserve">1.1.1 Indicador 1 del producto 1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u w:val="single"/>
              </w:rPr>
              <w:t>1.1.1 Base de referencia para el indicador 1.1.1</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1.1.1 </w:t>
            </w:r>
            <w:r>
              <w:rPr>
                <w:sz w:val="18"/>
                <w:szCs w:val="18"/>
                <w:u w:val="single"/>
              </w:rPr>
              <w:t xml:space="preserve">Objetivo para el indicador 1.1.1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1.1.1</w:t>
            </w:r>
            <w:r>
              <w:rPr>
                <w:sz w:val="18"/>
                <w:szCs w:val="18"/>
                <w:u w:val="single"/>
              </w:rPr>
              <w:t xml:space="preserve"> Valor actual para el indicador 1.1.1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1.1.1 </w:t>
            </w:r>
            <w:r>
              <w:rPr>
                <w:sz w:val="18"/>
                <w:szCs w:val="18"/>
                <w:u w:val="single"/>
              </w:rPr>
              <w:t>Fuente de los datos para el indicador 1.1.1 (valores)</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u w:val="single"/>
              </w:rPr>
            </w:pPr>
            <w:r>
              <w:rPr>
                <w:sz w:val="18"/>
                <w:szCs w:val="18"/>
              </w:rPr>
              <w:t xml:space="preserve">1.1.2 </w:t>
            </w:r>
            <w:r>
              <w:rPr>
                <w:sz w:val="18"/>
                <w:szCs w:val="18"/>
                <w:u w:val="single"/>
              </w:rPr>
              <w:t xml:space="preserve">Indicador 2 del producto 1 </w:t>
            </w:r>
          </w:p>
        </w:tc>
        <w:tc>
          <w:tcPr>
            <w:tcW w:w="0" w:type="auto"/>
            <w:shd w:val="clear" w:color="auto" w:fill="FFFFFF"/>
          </w:tcPr>
          <w:p w:rsidR="00FC7923" w:rsidRPr="00D75FB3" w:rsidRDefault="00FC7923" w:rsidP="00A421EA">
            <w:pPr>
              <w:spacing w:before="60" w:afterLines="60" w:after="144"/>
              <w:rPr>
                <w:sz w:val="18"/>
                <w:szCs w:val="18"/>
              </w:rPr>
            </w:pPr>
            <w:r>
              <w:rPr>
                <w:sz w:val="18"/>
                <w:szCs w:val="18"/>
              </w:rPr>
              <w:t xml:space="preserve">1.1.2 </w:t>
            </w:r>
            <w:r>
              <w:rPr>
                <w:sz w:val="18"/>
                <w:szCs w:val="18"/>
                <w:u w:val="single"/>
              </w:rPr>
              <w:t>Base de referencia para el indicador 1.1.2</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1.1.2 </w:t>
            </w:r>
            <w:r>
              <w:rPr>
                <w:sz w:val="18"/>
                <w:szCs w:val="18"/>
                <w:u w:val="single"/>
              </w:rPr>
              <w:t>Objetivo para el indicador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1.1.2</w:t>
            </w:r>
            <w:r>
              <w:rPr>
                <w:sz w:val="18"/>
                <w:szCs w:val="18"/>
                <w:u w:val="single"/>
              </w:rPr>
              <w:t xml:space="preserve"> Valor actual para el indicador 1.1.2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1.1.2 </w:t>
            </w:r>
            <w:r>
              <w:rPr>
                <w:sz w:val="18"/>
                <w:szCs w:val="18"/>
                <w:u w:val="single"/>
              </w:rPr>
              <w:t>Fuente de los datos para el indicador 1.1.2 (valores)</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61"/>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tabs>
                <w:tab w:val="left" w:pos="0"/>
                <w:tab w:val="left" w:pos="132"/>
              </w:tabs>
              <w:rPr>
                <w:rFonts w:eastAsia="Calibri"/>
                <w:sz w:val="18"/>
                <w:szCs w:val="18"/>
              </w:rPr>
            </w:pPr>
          </w:p>
        </w:tc>
        <w:tc>
          <w:tcPr>
            <w:tcW w:w="0" w:type="auto"/>
            <w:shd w:val="clear" w:color="auto" w:fill="FFFFFF"/>
          </w:tcPr>
          <w:p w:rsidR="00FC7923" w:rsidRPr="00D75FB3"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cPr>
          <w:p w:rsidR="00FC7923" w:rsidRPr="00D75FB3" w:rsidRDefault="00FC7923" w:rsidP="00A421EA">
            <w:pPr>
              <w:autoSpaceDE w:val="0"/>
              <w:autoSpaceDN w:val="0"/>
              <w:adjustRightInd w:val="0"/>
              <w:spacing w:before="60" w:afterLines="60" w:after="144"/>
              <w:rPr>
                <w:rFonts w:eastAsia="Calibri"/>
                <w:sz w:val="18"/>
                <w:szCs w:val="18"/>
              </w:rPr>
            </w:pPr>
            <w:r>
              <w:rPr>
                <w:sz w:val="18"/>
                <w:szCs w:val="18"/>
              </w:rPr>
              <w:t>Copie y pegue la información del apartado 1.2, «Producto 1 relacionado con el efecto 1», según el marco lógico original o según se haya modificado oficialmente durante la ejecución.</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Indicador 1 del producto 2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rPr>
              <w:t>1.2.1.</w:t>
            </w:r>
            <w:r>
              <w:rPr>
                <w:sz w:val="18"/>
                <w:szCs w:val="18"/>
                <w:u w:val="single"/>
              </w:rPr>
              <w:t xml:space="preserve"> Base de referencia para el indicador 1.2.1</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Objetivo para el indicador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Valor actual para el indicador 1.2.1</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1.2.1.</w:t>
            </w:r>
            <w:r>
              <w:rPr>
                <w:sz w:val="18"/>
                <w:szCs w:val="18"/>
                <w:u w:val="single"/>
              </w:rPr>
              <w:t xml:space="preserve"> Fuente de los datos para el indicador 1.2.1 (valores)</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1.2.2 </w:t>
            </w:r>
            <w:r>
              <w:rPr>
                <w:sz w:val="18"/>
                <w:szCs w:val="18"/>
                <w:u w:val="single"/>
              </w:rPr>
              <w:t xml:space="preserve">Indicador 2 del producto 2 </w:t>
            </w:r>
          </w:p>
        </w:tc>
        <w:tc>
          <w:tcPr>
            <w:tcW w:w="0" w:type="auto"/>
            <w:shd w:val="clear" w:color="auto" w:fill="FFFFFF"/>
          </w:tcPr>
          <w:p w:rsidR="00FC7923" w:rsidRPr="00D75FB3" w:rsidRDefault="00FC7923" w:rsidP="00A421EA">
            <w:pPr>
              <w:spacing w:before="60" w:afterLines="60" w:after="144"/>
              <w:rPr>
                <w:sz w:val="18"/>
                <w:szCs w:val="18"/>
                <w:u w:val="single"/>
              </w:rPr>
            </w:pPr>
            <w:r>
              <w:rPr>
                <w:sz w:val="18"/>
                <w:szCs w:val="18"/>
              </w:rPr>
              <w:t xml:space="preserve">1.2.2 </w:t>
            </w:r>
            <w:r>
              <w:rPr>
                <w:sz w:val="18"/>
                <w:szCs w:val="18"/>
                <w:u w:val="single"/>
              </w:rPr>
              <w:t>Base de referencia para el indicador 1.2.2</w:t>
            </w:r>
            <w:r>
              <w:rPr>
                <w:sz w:val="18"/>
                <w:szCs w:val="18"/>
              </w:rPr>
              <w:t xml:space="preserve"> (misma unidad de medida)</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1.2.2 </w:t>
            </w:r>
            <w:r>
              <w:rPr>
                <w:sz w:val="18"/>
                <w:szCs w:val="18"/>
                <w:u w:val="single"/>
              </w:rPr>
              <w:t>Objetivo para el indicador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1.2.2</w:t>
            </w:r>
            <w:r>
              <w:rPr>
                <w:sz w:val="18"/>
                <w:szCs w:val="18"/>
                <w:u w:val="single"/>
              </w:rPr>
              <w:t xml:space="preserve"> Valor actual para el indicador 1.2.2</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1.2.2 </w:t>
            </w:r>
            <w:r>
              <w:rPr>
                <w:sz w:val="18"/>
                <w:szCs w:val="18"/>
                <w:u w:val="single"/>
              </w:rPr>
              <w:t>Fuente de los datos para el indicador 1.2.2 (valores)</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96"/>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cPr>
          <w:p w:rsidR="00FC7923" w:rsidRPr="00D75FB3" w:rsidRDefault="00FC7923" w:rsidP="00A421EA">
            <w:pPr>
              <w:autoSpaceDE w:val="0"/>
              <w:autoSpaceDN w:val="0"/>
              <w:adjustRightInd w:val="0"/>
              <w:spacing w:before="60" w:afterLines="60" w:after="144"/>
              <w:rPr>
                <w:sz w:val="18"/>
                <w:szCs w:val="18"/>
              </w:rPr>
            </w:pP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2.1, «Producto 1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2.1.1 </w:t>
            </w:r>
            <w:r>
              <w:rPr>
                <w:sz w:val="18"/>
                <w:szCs w:val="18"/>
                <w:u w:val="single"/>
              </w:rPr>
              <w:t xml:space="preserve">Indicador 1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2.1.1 </w:t>
            </w:r>
            <w:r>
              <w:rPr>
                <w:sz w:val="18"/>
                <w:szCs w:val="18"/>
                <w:u w:val="single"/>
              </w:rPr>
              <w:t>Base de referencia para el indicador 2.1.1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2.1.1 </w:t>
            </w:r>
            <w:r>
              <w:rPr>
                <w:sz w:val="18"/>
                <w:szCs w:val="18"/>
                <w:u w:val="single"/>
              </w:rPr>
              <w:t>Objetivo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2.1.1</w:t>
            </w:r>
            <w:r>
              <w:rPr>
                <w:sz w:val="18"/>
                <w:szCs w:val="18"/>
                <w:u w:val="single"/>
              </w:rPr>
              <w:t xml:space="preserve"> Valor actual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2.1.1 </w:t>
            </w:r>
            <w:r>
              <w:rPr>
                <w:sz w:val="18"/>
                <w:szCs w:val="18"/>
                <w:u w:val="single"/>
              </w:rPr>
              <w:t>Fuente de los datos para el indicador 2.1.1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2.1.2 </w:t>
            </w:r>
            <w:r>
              <w:rPr>
                <w:sz w:val="18"/>
                <w:szCs w:val="18"/>
                <w:u w:val="single"/>
              </w:rPr>
              <w:t xml:space="preserve">Indicador 2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2.1.2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2.1.2 </w:t>
            </w:r>
            <w:r>
              <w:rPr>
                <w:sz w:val="18"/>
                <w:szCs w:val="18"/>
                <w:u w:val="single"/>
              </w:rPr>
              <w:t>Objetivo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2.1.2</w:t>
            </w:r>
            <w:r>
              <w:rPr>
                <w:sz w:val="18"/>
                <w:szCs w:val="18"/>
                <w:u w:val="single"/>
              </w:rPr>
              <w:t xml:space="preserve"> Valor actual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2.1.2 </w:t>
            </w:r>
            <w:r>
              <w:rPr>
                <w:sz w:val="18"/>
                <w:szCs w:val="18"/>
                <w:u w:val="single"/>
              </w:rPr>
              <w:t>Fuente de los datos para el indicador 2.1.2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i/>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407"/>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cPr>
          <w:p w:rsidR="00FC7923" w:rsidRPr="00D75FB3" w:rsidRDefault="00FC7923" w:rsidP="00A421EA">
            <w:pPr>
              <w:tabs>
                <w:tab w:val="left" w:pos="0"/>
                <w:tab w:val="left" w:pos="132"/>
              </w:tabs>
              <w:rPr>
                <w:rFonts w:eastAsia="Calibri"/>
                <w:sz w:val="18"/>
                <w:szCs w:val="18"/>
              </w:rPr>
            </w:pPr>
            <w:r>
              <w:rPr>
                <w:sz w:val="18"/>
                <w:szCs w:val="18"/>
              </w:rPr>
              <w:t xml:space="preserve">Copie y pegue la información del apartado 2.2, «Producto 2 relacionado con el efecto 2», según el marco lógico original o según se haya modificado oficialmente durante la ejecución. </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2.2.1 </w:t>
            </w:r>
            <w:r>
              <w:rPr>
                <w:sz w:val="18"/>
                <w:szCs w:val="18"/>
                <w:u w:val="single"/>
              </w:rPr>
              <w:t>Indicador 1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2.2.1 </w:t>
            </w:r>
            <w:r>
              <w:rPr>
                <w:sz w:val="18"/>
                <w:szCs w:val="18"/>
                <w:u w:val="single"/>
              </w:rPr>
              <w:t>Base de referencia para el indicador 2.2.1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2.2.1 </w:t>
            </w:r>
            <w:r>
              <w:rPr>
                <w:sz w:val="18"/>
                <w:szCs w:val="18"/>
                <w:u w:val="single"/>
              </w:rPr>
              <w:t>Objetivo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2.2.1</w:t>
            </w:r>
            <w:r>
              <w:rPr>
                <w:sz w:val="18"/>
                <w:szCs w:val="18"/>
                <w:u w:val="single"/>
              </w:rPr>
              <w:t xml:space="preserve"> Valor actual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2.2.1 </w:t>
            </w:r>
            <w:r>
              <w:rPr>
                <w:sz w:val="18"/>
                <w:szCs w:val="18"/>
                <w:u w:val="single"/>
              </w:rPr>
              <w:t>Fuente de los datos para el indicador 2.2.1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2.2.2 </w:t>
            </w:r>
            <w:r>
              <w:rPr>
                <w:sz w:val="18"/>
                <w:szCs w:val="18"/>
                <w:u w:val="single"/>
              </w:rPr>
              <w:t>Indicador 2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D75FB3" w:rsidRDefault="00FC7923" w:rsidP="00A421EA">
            <w:pPr>
              <w:spacing w:before="60" w:afterLines="60" w:after="144"/>
              <w:rPr>
                <w:sz w:val="18"/>
                <w:szCs w:val="18"/>
                <w:u w:val="single"/>
              </w:rPr>
            </w:pPr>
            <w:r>
              <w:rPr>
                <w:sz w:val="18"/>
                <w:szCs w:val="18"/>
              </w:rPr>
              <w:t xml:space="preserve">2.2.2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2.2.2 </w:t>
            </w:r>
            <w:r>
              <w:rPr>
                <w:sz w:val="18"/>
                <w:szCs w:val="18"/>
                <w:u w:val="single"/>
              </w:rPr>
              <w:t>Objetivo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2.2.2</w:t>
            </w:r>
            <w:r>
              <w:rPr>
                <w:sz w:val="18"/>
                <w:szCs w:val="18"/>
                <w:u w:val="single"/>
              </w:rPr>
              <w:t xml:space="preserve"> Valor actual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 xml:space="preserve">2.2.2 </w:t>
            </w:r>
            <w:r>
              <w:rPr>
                <w:sz w:val="18"/>
                <w:szCs w:val="18"/>
                <w:u w:val="single"/>
              </w:rPr>
              <w:t>Fuente de los datos para el indicador 2.2.2 (valores)</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r>
      <w:tr w:rsidR="00FC7923" w:rsidRPr="00A57801" w:rsidTr="00A421EA">
        <w:trPr>
          <w:trHeight w:val="353"/>
          <w:jc w:val="center"/>
        </w:trPr>
        <w:tc>
          <w:tcPr>
            <w:tcW w:w="0" w:type="auto"/>
            <w:vMerge/>
            <w:tcBorders>
              <w:bottom w:val="single" w:sz="4" w:space="0" w:color="auto"/>
            </w:tcBorders>
            <w:shd w:val="clear" w:color="auto" w:fill="DEEAF6"/>
            <w:textDirection w:val="btLr"/>
          </w:tcPr>
          <w:p w:rsidR="00FC7923" w:rsidRPr="00A57801" w:rsidRDefault="00FC7923" w:rsidP="00A421EA">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cPr>
          <w:p w:rsidR="00FC7923" w:rsidRPr="00D75FB3" w:rsidRDefault="00FC7923" w:rsidP="00A421EA">
            <w:pPr>
              <w:autoSpaceDE w:val="0"/>
              <w:autoSpaceDN w:val="0"/>
              <w:adjustRightInd w:val="0"/>
              <w:spacing w:before="60" w:afterLines="60" w:after="144"/>
              <w:rPr>
                <w:b/>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409C7"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CF1F0E"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FC7923" w:rsidRPr="006C5F36" w:rsidRDefault="00FC7923" w:rsidP="00A421EA">
            <w:pPr>
              <w:autoSpaceDE w:val="0"/>
              <w:autoSpaceDN w:val="0"/>
              <w:adjustRightInd w:val="0"/>
              <w:spacing w:before="60" w:afterLines="60" w:after="144"/>
              <w:rPr>
                <w:sz w:val="18"/>
                <w:szCs w:val="18"/>
              </w:rPr>
            </w:pPr>
          </w:p>
        </w:tc>
      </w:tr>
    </w:tbl>
    <w:p w:rsidR="00C66E2B" w:rsidRDefault="00C66E2B" w:rsidP="005B56E4">
      <w:pPr>
        <w:spacing w:before="120" w:after="120"/>
        <w:jc w:val="both"/>
        <w:rPr>
          <w:sz w:val="22"/>
        </w:rPr>
      </w:pPr>
    </w:p>
    <w:p w:rsidR="000B6859" w:rsidRDefault="000B6859" w:rsidP="005B56E4">
      <w:pPr>
        <w:spacing w:before="120" w:after="120"/>
        <w:jc w:val="both"/>
        <w:rPr>
          <w:sz w:val="22"/>
        </w:rPr>
      </w:pPr>
    </w:p>
    <w:p w:rsidR="000D28B6" w:rsidRDefault="000D28B6" w:rsidP="005B56E4">
      <w:pPr>
        <w:spacing w:before="120" w:after="120"/>
        <w:jc w:val="both"/>
        <w:rPr>
          <w:sz w:val="22"/>
        </w:rPr>
      </w:pPr>
    </w:p>
    <w:p w:rsidR="000D28B6" w:rsidRDefault="000D28B6" w:rsidP="005B56E4">
      <w:pPr>
        <w:spacing w:before="120" w:after="120"/>
        <w:jc w:val="both"/>
        <w:rPr>
          <w:sz w:val="22"/>
        </w:rPr>
      </w:pPr>
    </w:p>
    <w:p w:rsidR="007B56E1" w:rsidRPr="00127CBF" w:rsidRDefault="007B56E1" w:rsidP="005B56E4">
      <w:pPr>
        <w:spacing w:before="120" w:after="120"/>
        <w:jc w:val="both"/>
        <w:rPr>
          <w:sz w:val="22"/>
        </w:rPr>
      </w:pPr>
    </w:p>
    <w:p w:rsidR="00127CBF" w:rsidRPr="005B56E4" w:rsidRDefault="00127CBF" w:rsidP="005B56E4">
      <w:pPr>
        <w:numPr>
          <w:ilvl w:val="1"/>
          <w:numId w:val="3"/>
        </w:numPr>
        <w:tabs>
          <w:tab w:val="clear" w:pos="792"/>
          <w:tab w:val="num" w:pos="851"/>
        </w:tabs>
        <w:spacing w:before="120" w:after="120"/>
        <w:ind w:left="851" w:hanging="491"/>
        <w:jc w:val="both"/>
        <w:rPr>
          <w:b/>
          <w:sz w:val="22"/>
        </w:rPr>
      </w:pPr>
      <w:r>
        <w:rPr>
          <w:b/>
          <w:sz w:val="22"/>
        </w:rPr>
        <w:t>Matriz de actividad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5"/>
        <w:gridCol w:w="9912"/>
        <w:gridCol w:w="1579"/>
      </w:tblGrid>
      <w:tr w:rsidR="00127CBF" w:rsidRPr="00757B91" w:rsidTr="005B26EA">
        <w:trPr>
          <w:cantSplit/>
          <w:trHeight w:val="558"/>
        </w:trPr>
        <w:tc>
          <w:tcPr>
            <w:tcW w:w="1077" w:type="pct"/>
            <w:shd w:val="clear" w:color="auto" w:fill="FFFFFF"/>
          </w:tcPr>
          <w:p w:rsidR="00127CBF" w:rsidRPr="00200A49" w:rsidRDefault="00127CBF" w:rsidP="005B26EA">
            <w:pPr>
              <w:rPr>
                <w:i/>
                <w:iCs/>
                <w:strike/>
                <w:sz w:val="20"/>
              </w:rPr>
            </w:pPr>
            <w:r>
              <w:rPr>
                <w:i/>
                <w:iCs/>
                <w:sz w:val="20"/>
              </w:rPr>
              <w:t xml:space="preserve">¿Cuáles son las principales actividades que han de llevarse a cabo para obtener los productos previstos? </w:t>
            </w:r>
          </w:p>
          <w:p w:rsidR="00127CBF" w:rsidRPr="00200A49" w:rsidRDefault="00127CBF" w:rsidP="005B26EA">
            <w:pPr>
              <w:rPr>
                <w:i/>
                <w:strike/>
                <w:sz w:val="20"/>
              </w:rPr>
            </w:pPr>
          </w:p>
          <w:p w:rsidR="00127CBF" w:rsidRPr="00200A49" w:rsidRDefault="00127CBF" w:rsidP="008B3070">
            <w:pPr>
              <w:rPr>
                <w:i/>
                <w:sz w:val="20"/>
              </w:rPr>
            </w:pPr>
            <w:r>
              <w:rPr>
                <w:i/>
                <w:sz w:val="20"/>
              </w:rPr>
              <w:t>(*Las actividades deberán estar vinculadas a los efectos correspondientes mediante una numeración clara).</w:t>
            </w:r>
          </w:p>
        </w:tc>
        <w:tc>
          <w:tcPr>
            <w:tcW w:w="3384" w:type="pct"/>
            <w:shd w:val="clear" w:color="auto" w:fill="FFFFFF"/>
          </w:tcPr>
          <w:p w:rsidR="00127CBF" w:rsidRPr="00200A49" w:rsidRDefault="00127CBF" w:rsidP="005B26EA">
            <w:pPr>
              <w:rPr>
                <w:b/>
                <w:bCs/>
                <w:i/>
                <w:iCs/>
                <w:sz w:val="20"/>
              </w:rPr>
            </w:pPr>
            <w:r>
              <w:rPr>
                <w:b/>
                <w:bCs/>
                <w:i/>
                <w:iCs/>
                <w:sz w:val="20"/>
              </w:rPr>
              <w:t>Medios</w:t>
            </w:r>
          </w:p>
          <w:p w:rsidR="00127CBF" w:rsidRPr="00200A49" w:rsidRDefault="00127CBF" w:rsidP="005B26EA">
            <w:pPr>
              <w:rPr>
                <w:i/>
                <w:iCs/>
                <w:sz w:val="20"/>
              </w:rPr>
            </w:pPr>
            <w:r>
              <w:rPr>
                <w:i/>
                <w:iCs/>
                <w:sz w:val="20"/>
              </w:rPr>
              <w:t xml:space="preserve">¿Cuáles son los recursos políticos, técnicos, financieros, humanos y materiales necesarios para llevar a cabo estas actividades (por ejemplo, personal, equipos, suministros, instalaciones operativas, etc.)? </w:t>
            </w:r>
          </w:p>
          <w:p w:rsidR="00127CBF" w:rsidRDefault="00127CBF" w:rsidP="005B26EA">
            <w:pPr>
              <w:rPr>
                <w:b/>
                <w:bCs/>
                <w:i/>
                <w:iCs/>
                <w:sz w:val="20"/>
              </w:rPr>
            </w:pPr>
          </w:p>
          <w:p w:rsidR="00127CBF" w:rsidRPr="00200A49" w:rsidRDefault="00127CBF" w:rsidP="005B26EA">
            <w:pPr>
              <w:rPr>
                <w:b/>
                <w:bCs/>
                <w:i/>
                <w:iCs/>
                <w:sz w:val="20"/>
              </w:rPr>
            </w:pPr>
            <w:r>
              <w:rPr>
                <w:b/>
                <w:bCs/>
                <w:i/>
                <w:iCs/>
                <w:sz w:val="20"/>
              </w:rPr>
              <w:t>Costes</w:t>
            </w:r>
          </w:p>
          <w:p w:rsidR="00127CBF" w:rsidRPr="00200A49" w:rsidRDefault="00127CBF" w:rsidP="005B26EA">
            <w:pPr>
              <w:rPr>
                <w:i/>
                <w:sz w:val="20"/>
              </w:rPr>
            </w:pPr>
            <w:r>
              <w:rPr>
                <w:i/>
                <w:iCs/>
                <w:sz w:val="20"/>
              </w:rPr>
              <w:t xml:space="preserve">¿Cuáles son los costes de la acción? ¿Cómo se clasifican? </w:t>
            </w:r>
            <w:r>
              <w:rPr>
                <w:i/>
                <w:sz w:val="20"/>
              </w:rPr>
              <w:t>(Desglose en el presupuesto de la acción)</w:t>
            </w:r>
          </w:p>
        </w:tc>
        <w:tc>
          <w:tcPr>
            <w:tcW w:w="539" w:type="pct"/>
            <w:shd w:val="clear" w:color="auto" w:fill="auto"/>
          </w:tcPr>
          <w:p w:rsidR="00127CBF" w:rsidRPr="00200A49" w:rsidRDefault="00127CBF" w:rsidP="005B26EA">
            <w:pPr>
              <w:autoSpaceDE w:val="0"/>
              <w:autoSpaceDN w:val="0"/>
              <w:adjustRightInd w:val="0"/>
              <w:rPr>
                <w:b/>
                <w:i/>
                <w:sz w:val="20"/>
              </w:rPr>
            </w:pPr>
            <w:r>
              <w:rPr>
                <w:b/>
                <w:i/>
                <w:sz w:val="20"/>
              </w:rPr>
              <w:t>Supuestos</w:t>
            </w:r>
          </w:p>
          <w:p w:rsidR="00127CBF" w:rsidRPr="00200A49" w:rsidRDefault="000B6859" w:rsidP="00D75FB3">
            <w:pPr>
              <w:autoSpaceDE w:val="0"/>
              <w:autoSpaceDN w:val="0"/>
              <w:adjustRightInd w:val="0"/>
              <w:jc w:val="both"/>
              <w:rPr>
                <w:i/>
                <w:sz w:val="20"/>
              </w:rPr>
            </w:pPr>
            <w:r>
              <w:rPr>
                <w:i/>
                <w:sz w:val="20"/>
              </w:rPr>
              <w:t>Las condiciones externas, necesarias y positivas para la ejecución de la intervención que escapan al control de su dirección.</w:t>
            </w:r>
          </w:p>
        </w:tc>
      </w:tr>
    </w:tbl>
    <w:p w:rsidR="000629AC" w:rsidRDefault="000629AC" w:rsidP="005B56E4">
      <w:pPr>
        <w:numPr>
          <w:ilvl w:val="12"/>
          <w:numId w:val="0"/>
        </w:numPr>
        <w:tabs>
          <w:tab w:val="num" w:pos="851"/>
        </w:tabs>
        <w:spacing w:before="120" w:after="120"/>
        <w:jc w:val="both"/>
        <w:rPr>
          <w:sz w:val="22"/>
          <w:szCs w:val="22"/>
        </w:rPr>
        <w:sectPr w:rsidR="000629AC" w:rsidSect="000629AC">
          <w:headerReference w:type="default" r:id="rId17"/>
          <w:pgSz w:w="16840" w:h="11907" w:orient="landscape" w:code="9"/>
          <w:pgMar w:top="1418" w:right="1276" w:bottom="1418" w:left="1134" w:header="709" w:footer="709" w:gutter="0"/>
          <w:cols w:space="720"/>
          <w:docGrid w:linePitch="326"/>
        </w:sectPr>
      </w:pPr>
    </w:p>
    <w:p w:rsidR="00DF1DCE" w:rsidRDefault="00DF1DCE" w:rsidP="005B56E4">
      <w:pPr>
        <w:numPr>
          <w:ilvl w:val="12"/>
          <w:numId w:val="0"/>
        </w:numPr>
        <w:tabs>
          <w:tab w:val="num" w:pos="851"/>
        </w:tabs>
        <w:spacing w:before="120" w:after="120"/>
        <w:jc w:val="both"/>
        <w:rPr>
          <w:sz w:val="22"/>
          <w:szCs w:val="22"/>
        </w:rPr>
      </w:pPr>
    </w:p>
    <w:p w:rsidR="00B763A3" w:rsidRPr="00D27F7D" w:rsidRDefault="00B763A3" w:rsidP="004E7349">
      <w:pPr>
        <w:numPr>
          <w:ilvl w:val="1"/>
          <w:numId w:val="3"/>
        </w:numPr>
        <w:tabs>
          <w:tab w:val="clear" w:pos="792"/>
          <w:tab w:val="num" w:pos="851"/>
        </w:tabs>
        <w:spacing w:before="120" w:after="120"/>
        <w:ind w:left="851" w:hanging="491"/>
        <w:jc w:val="both"/>
        <w:rPr>
          <w:sz w:val="22"/>
        </w:rPr>
      </w:pPr>
      <w:r>
        <w:rPr>
          <w:sz w:val="22"/>
        </w:rPr>
        <w:t>Facilite un plan de acción actualizado para las futuras actividades del proyecto</w:t>
      </w:r>
      <w:r w:rsidRPr="00D27F7D">
        <w:rPr>
          <w:rStyle w:val="FootnoteReference"/>
        </w:rPr>
        <w:footnoteReference w:id="6"/>
      </w:r>
      <w:r>
        <w:t>.</w:t>
      </w:r>
    </w:p>
    <w:p w:rsidR="003D0C06" w:rsidRPr="00D27F7D" w:rsidRDefault="003D0C06" w:rsidP="00E56145">
      <w:pPr>
        <w:ind w:left="360"/>
        <w:jc w:val="both"/>
        <w:rPr>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850"/>
        <w:gridCol w:w="567"/>
        <w:gridCol w:w="425"/>
        <w:gridCol w:w="503"/>
        <w:gridCol w:w="464"/>
        <w:gridCol w:w="451"/>
        <w:gridCol w:w="477"/>
        <w:gridCol w:w="464"/>
        <w:gridCol w:w="476"/>
        <w:gridCol w:w="452"/>
        <w:gridCol w:w="464"/>
        <w:gridCol w:w="502"/>
        <w:gridCol w:w="1984"/>
      </w:tblGrid>
      <w:tr w:rsidR="003D0C06" w:rsidRPr="00D27F7D">
        <w:trPr>
          <w:cantSplit/>
        </w:trPr>
        <w:tc>
          <w:tcPr>
            <w:tcW w:w="9639" w:type="dxa"/>
            <w:gridSpan w:val="15"/>
          </w:tcPr>
          <w:p w:rsidR="003D0C06" w:rsidRPr="00D27F7D" w:rsidRDefault="003D0C06" w:rsidP="003402BA">
            <w:pPr>
              <w:ind w:right="-1475"/>
              <w:rPr>
                <w:sz w:val="20"/>
                <w:highlight w:val="lightGray"/>
              </w:rPr>
            </w:pPr>
            <w:r>
              <w:rPr>
                <w:b/>
                <w:sz w:val="20"/>
                <w:highlight w:val="lightGray"/>
              </w:rPr>
              <w:t xml:space="preserve">Año </w:t>
            </w:r>
          </w:p>
        </w:tc>
      </w:tr>
      <w:tr w:rsidR="003D0C06" w:rsidRPr="00D27F7D">
        <w:trPr>
          <w:cantSplit/>
        </w:trPr>
        <w:tc>
          <w:tcPr>
            <w:tcW w:w="1553" w:type="dxa"/>
            <w:tcBorders>
              <w:top w:val="nil"/>
            </w:tcBorders>
          </w:tcPr>
          <w:p w:rsidR="003D0C06" w:rsidRPr="00D27F7D" w:rsidRDefault="003D0C06" w:rsidP="003402BA">
            <w:pPr>
              <w:ind w:right="-250"/>
              <w:jc w:val="both"/>
              <w:rPr>
                <w:sz w:val="20"/>
              </w:rPr>
            </w:pPr>
          </w:p>
        </w:tc>
        <w:tc>
          <w:tcPr>
            <w:tcW w:w="3267" w:type="dxa"/>
            <w:gridSpan w:val="7"/>
            <w:tcBorders>
              <w:top w:val="nil"/>
            </w:tcBorders>
          </w:tcPr>
          <w:p w:rsidR="003D0C06" w:rsidRPr="00D27F7D" w:rsidRDefault="003D0C06" w:rsidP="003402BA">
            <w:pPr>
              <w:ind w:right="-250"/>
              <w:jc w:val="both"/>
              <w:rPr>
                <w:sz w:val="20"/>
              </w:rPr>
            </w:pPr>
            <w:r>
              <w:rPr>
                <w:sz w:val="20"/>
              </w:rPr>
              <w:t xml:space="preserve">                   Semestre 1</w:t>
            </w:r>
          </w:p>
        </w:tc>
        <w:tc>
          <w:tcPr>
            <w:tcW w:w="2835" w:type="dxa"/>
            <w:gridSpan w:val="6"/>
            <w:tcBorders>
              <w:top w:val="nil"/>
            </w:tcBorders>
          </w:tcPr>
          <w:p w:rsidR="003D0C06" w:rsidRPr="00D27F7D" w:rsidRDefault="003D0C06" w:rsidP="003402BA">
            <w:pPr>
              <w:ind w:right="-250"/>
              <w:jc w:val="both"/>
              <w:rPr>
                <w:sz w:val="20"/>
              </w:rPr>
            </w:pPr>
            <w:r>
              <w:rPr>
                <w:sz w:val="20"/>
              </w:rPr>
              <w:t xml:space="preserve">               Semestre 2</w:t>
            </w:r>
          </w:p>
        </w:tc>
        <w:tc>
          <w:tcPr>
            <w:tcW w:w="1984" w:type="dxa"/>
            <w:tcBorders>
              <w:top w:val="nil"/>
            </w:tcBorders>
          </w:tcPr>
          <w:p w:rsidR="003D0C06" w:rsidRPr="00D27F7D" w:rsidRDefault="003D0C06" w:rsidP="003402BA">
            <w:pPr>
              <w:ind w:right="-250"/>
              <w:jc w:val="both"/>
              <w:rPr>
                <w:sz w:val="20"/>
              </w:rPr>
            </w:pPr>
          </w:p>
        </w:tc>
      </w:tr>
      <w:tr w:rsidR="003D0C06" w:rsidRPr="00D27F7D">
        <w:trPr>
          <w:cantSplit/>
        </w:trPr>
        <w:tc>
          <w:tcPr>
            <w:tcW w:w="1560" w:type="dxa"/>
            <w:gridSpan w:val="2"/>
            <w:tcBorders>
              <w:top w:val="nil"/>
            </w:tcBorders>
          </w:tcPr>
          <w:p w:rsidR="003D0C06" w:rsidRPr="00D27F7D" w:rsidRDefault="003D0C06" w:rsidP="003402BA">
            <w:pPr>
              <w:ind w:right="-1475"/>
              <w:rPr>
                <w:sz w:val="20"/>
                <w:highlight w:val="lightGray"/>
              </w:rPr>
            </w:pPr>
            <w:r>
              <w:rPr>
                <w:sz w:val="20"/>
                <w:highlight w:val="lightGray"/>
              </w:rPr>
              <w:t>Actividad</w:t>
            </w:r>
          </w:p>
        </w:tc>
        <w:tc>
          <w:tcPr>
            <w:tcW w:w="850" w:type="dxa"/>
            <w:tcBorders>
              <w:top w:val="nil"/>
            </w:tcBorders>
          </w:tcPr>
          <w:p w:rsidR="003D0C06" w:rsidRPr="00D27F7D" w:rsidRDefault="003D0C06" w:rsidP="003402BA">
            <w:pPr>
              <w:ind w:right="-1475"/>
              <w:rPr>
                <w:sz w:val="20"/>
                <w:highlight w:val="lightGray"/>
              </w:rPr>
            </w:pPr>
            <w:r>
              <w:rPr>
                <w:sz w:val="20"/>
                <w:highlight w:val="lightGray"/>
              </w:rPr>
              <w:t>Mes 1</w:t>
            </w:r>
          </w:p>
        </w:tc>
        <w:tc>
          <w:tcPr>
            <w:tcW w:w="567" w:type="dxa"/>
            <w:tcBorders>
              <w:top w:val="nil"/>
            </w:tcBorders>
          </w:tcPr>
          <w:p w:rsidR="003D0C06" w:rsidRPr="00D27F7D" w:rsidRDefault="003D0C06" w:rsidP="003402BA">
            <w:pPr>
              <w:ind w:right="-1475"/>
              <w:rPr>
                <w:sz w:val="20"/>
                <w:highlight w:val="lightGray"/>
              </w:rPr>
            </w:pPr>
            <w:r>
              <w:rPr>
                <w:sz w:val="20"/>
                <w:highlight w:val="lightGray"/>
              </w:rPr>
              <w:t>2</w:t>
            </w:r>
          </w:p>
        </w:tc>
        <w:tc>
          <w:tcPr>
            <w:tcW w:w="425" w:type="dxa"/>
            <w:tcBorders>
              <w:top w:val="nil"/>
            </w:tcBorders>
          </w:tcPr>
          <w:p w:rsidR="003D0C06" w:rsidRPr="00D27F7D" w:rsidRDefault="003D0C06" w:rsidP="003402BA">
            <w:pPr>
              <w:ind w:right="-1475"/>
              <w:rPr>
                <w:sz w:val="20"/>
                <w:highlight w:val="lightGray"/>
              </w:rPr>
            </w:pPr>
            <w:r>
              <w:rPr>
                <w:sz w:val="20"/>
                <w:highlight w:val="lightGray"/>
              </w:rPr>
              <w:t>3</w:t>
            </w:r>
          </w:p>
        </w:tc>
        <w:tc>
          <w:tcPr>
            <w:tcW w:w="503" w:type="dxa"/>
            <w:tcBorders>
              <w:top w:val="nil"/>
            </w:tcBorders>
          </w:tcPr>
          <w:p w:rsidR="003D0C06" w:rsidRPr="00D27F7D" w:rsidRDefault="003D0C06" w:rsidP="003402BA">
            <w:pPr>
              <w:ind w:right="-1475"/>
              <w:rPr>
                <w:sz w:val="20"/>
                <w:highlight w:val="lightGray"/>
              </w:rPr>
            </w:pPr>
            <w:r>
              <w:rPr>
                <w:sz w:val="20"/>
                <w:highlight w:val="lightGray"/>
              </w:rPr>
              <w:t>4</w:t>
            </w:r>
          </w:p>
        </w:tc>
        <w:tc>
          <w:tcPr>
            <w:tcW w:w="464" w:type="dxa"/>
            <w:tcBorders>
              <w:top w:val="nil"/>
            </w:tcBorders>
          </w:tcPr>
          <w:p w:rsidR="003D0C06" w:rsidRPr="00D27F7D" w:rsidRDefault="003D0C06" w:rsidP="003402BA">
            <w:pPr>
              <w:ind w:right="-1475"/>
              <w:rPr>
                <w:sz w:val="20"/>
                <w:highlight w:val="lightGray"/>
              </w:rPr>
            </w:pPr>
            <w:r>
              <w:rPr>
                <w:sz w:val="20"/>
                <w:highlight w:val="lightGray"/>
              </w:rPr>
              <w:t>5</w:t>
            </w:r>
          </w:p>
        </w:tc>
        <w:tc>
          <w:tcPr>
            <w:tcW w:w="451" w:type="dxa"/>
            <w:tcBorders>
              <w:top w:val="nil"/>
            </w:tcBorders>
          </w:tcPr>
          <w:p w:rsidR="003D0C06" w:rsidRPr="00D27F7D" w:rsidRDefault="003D0C06" w:rsidP="003402BA">
            <w:pPr>
              <w:ind w:right="-1475"/>
              <w:rPr>
                <w:sz w:val="20"/>
                <w:highlight w:val="lightGray"/>
              </w:rPr>
            </w:pPr>
            <w:r>
              <w:rPr>
                <w:sz w:val="20"/>
                <w:highlight w:val="lightGray"/>
              </w:rPr>
              <w:t>6</w:t>
            </w:r>
          </w:p>
        </w:tc>
        <w:tc>
          <w:tcPr>
            <w:tcW w:w="477" w:type="dxa"/>
            <w:tcBorders>
              <w:top w:val="nil"/>
            </w:tcBorders>
          </w:tcPr>
          <w:p w:rsidR="003D0C06" w:rsidRPr="00D27F7D" w:rsidRDefault="003D0C06" w:rsidP="003402BA">
            <w:pPr>
              <w:ind w:right="-1475"/>
              <w:rPr>
                <w:sz w:val="20"/>
                <w:highlight w:val="lightGray"/>
              </w:rPr>
            </w:pPr>
            <w:r>
              <w:rPr>
                <w:sz w:val="20"/>
                <w:highlight w:val="lightGray"/>
              </w:rPr>
              <w:t>7</w:t>
            </w:r>
          </w:p>
        </w:tc>
        <w:tc>
          <w:tcPr>
            <w:tcW w:w="464" w:type="dxa"/>
            <w:tcBorders>
              <w:top w:val="nil"/>
            </w:tcBorders>
          </w:tcPr>
          <w:p w:rsidR="003D0C06" w:rsidRPr="00D27F7D" w:rsidRDefault="003D0C06" w:rsidP="003402BA">
            <w:pPr>
              <w:ind w:right="-1475"/>
              <w:rPr>
                <w:sz w:val="20"/>
                <w:highlight w:val="lightGray"/>
              </w:rPr>
            </w:pPr>
            <w:r>
              <w:rPr>
                <w:sz w:val="20"/>
                <w:highlight w:val="lightGray"/>
              </w:rPr>
              <w:t>8</w:t>
            </w:r>
          </w:p>
        </w:tc>
        <w:tc>
          <w:tcPr>
            <w:tcW w:w="476" w:type="dxa"/>
            <w:tcBorders>
              <w:top w:val="nil"/>
            </w:tcBorders>
          </w:tcPr>
          <w:p w:rsidR="003D0C06" w:rsidRPr="00D27F7D" w:rsidRDefault="003D0C06" w:rsidP="003402BA">
            <w:pPr>
              <w:ind w:right="-1475"/>
              <w:rPr>
                <w:sz w:val="20"/>
                <w:highlight w:val="lightGray"/>
              </w:rPr>
            </w:pPr>
            <w:r>
              <w:rPr>
                <w:sz w:val="20"/>
                <w:highlight w:val="lightGray"/>
              </w:rPr>
              <w:t>9</w:t>
            </w:r>
          </w:p>
        </w:tc>
        <w:tc>
          <w:tcPr>
            <w:tcW w:w="452" w:type="dxa"/>
            <w:tcBorders>
              <w:top w:val="nil"/>
            </w:tcBorders>
          </w:tcPr>
          <w:p w:rsidR="003D0C06" w:rsidRPr="00D27F7D" w:rsidRDefault="003D0C06" w:rsidP="003402BA">
            <w:pPr>
              <w:ind w:right="-1475"/>
              <w:rPr>
                <w:sz w:val="20"/>
                <w:highlight w:val="lightGray"/>
              </w:rPr>
            </w:pPr>
            <w:r>
              <w:rPr>
                <w:sz w:val="20"/>
                <w:highlight w:val="lightGray"/>
              </w:rPr>
              <w:t>10</w:t>
            </w:r>
          </w:p>
        </w:tc>
        <w:tc>
          <w:tcPr>
            <w:tcW w:w="464" w:type="dxa"/>
            <w:tcBorders>
              <w:top w:val="nil"/>
            </w:tcBorders>
          </w:tcPr>
          <w:p w:rsidR="003D0C06" w:rsidRPr="00D27F7D" w:rsidRDefault="003D0C06" w:rsidP="003402BA">
            <w:pPr>
              <w:ind w:right="-1475"/>
              <w:rPr>
                <w:sz w:val="20"/>
                <w:highlight w:val="lightGray"/>
              </w:rPr>
            </w:pPr>
            <w:r>
              <w:rPr>
                <w:sz w:val="20"/>
                <w:highlight w:val="lightGray"/>
              </w:rPr>
              <w:t>11</w:t>
            </w:r>
          </w:p>
        </w:tc>
        <w:tc>
          <w:tcPr>
            <w:tcW w:w="502" w:type="dxa"/>
            <w:tcBorders>
              <w:top w:val="nil"/>
            </w:tcBorders>
          </w:tcPr>
          <w:p w:rsidR="003D0C06" w:rsidRPr="00D27F7D" w:rsidRDefault="003D0C06" w:rsidP="003402BA">
            <w:pPr>
              <w:ind w:right="-1475"/>
              <w:rPr>
                <w:sz w:val="20"/>
                <w:highlight w:val="lightGray"/>
              </w:rPr>
            </w:pPr>
            <w:r>
              <w:rPr>
                <w:sz w:val="20"/>
                <w:highlight w:val="lightGray"/>
              </w:rPr>
              <w:t>12</w:t>
            </w:r>
          </w:p>
        </w:tc>
        <w:tc>
          <w:tcPr>
            <w:tcW w:w="1984" w:type="dxa"/>
            <w:tcBorders>
              <w:top w:val="nil"/>
            </w:tcBorders>
          </w:tcPr>
          <w:p w:rsidR="003D0C06" w:rsidRPr="00D27F7D" w:rsidRDefault="003D0C06" w:rsidP="003402BA">
            <w:pPr>
              <w:ind w:right="-250"/>
              <w:jc w:val="both"/>
              <w:rPr>
                <w:sz w:val="20"/>
                <w:highlight w:val="lightGray"/>
              </w:rPr>
            </w:pPr>
            <w:r>
              <w:rPr>
                <w:sz w:val="20"/>
                <w:highlight w:val="lightGray"/>
              </w:rPr>
              <w:t>Órgano de Ejecución</w:t>
            </w:r>
          </w:p>
        </w:tc>
      </w:tr>
      <w:tr w:rsidR="003D0C06" w:rsidRPr="00D27F7D">
        <w:trPr>
          <w:cantSplit/>
        </w:trPr>
        <w:tc>
          <w:tcPr>
            <w:tcW w:w="1560" w:type="dxa"/>
            <w:gridSpan w:val="2"/>
          </w:tcPr>
          <w:p w:rsidR="003D0C06" w:rsidRPr="00D27F7D" w:rsidRDefault="003D0C06" w:rsidP="003402BA">
            <w:pPr>
              <w:ind w:right="-108"/>
              <w:rPr>
                <w:i/>
                <w:sz w:val="20"/>
              </w:rPr>
            </w:pPr>
            <w:r>
              <w:rPr>
                <w:i/>
                <w:sz w:val="20"/>
              </w:rPr>
              <w:t>Ejemplo</w:t>
            </w:r>
          </w:p>
        </w:tc>
        <w:tc>
          <w:tcPr>
            <w:tcW w:w="850" w:type="dxa"/>
            <w:tcBorders>
              <w:bottom w:val="nil"/>
            </w:tcBorders>
          </w:tcPr>
          <w:p w:rsidR="003D0C06" w:rsidRPr="00D27F7D" w:rsidRDefault="003D0C06" w:rsidP="003402BA">
            <w:pPr>
              <w:ind w:right="-1475"/>
              <w:rPr>
                <w:i/>
                <w:sz w:val="20"/>
              </w:rPr>
            </w:pPr>
            <w:r>
              <w:rPr>
                <w:i/>
                <w:sz w:val="20"/>
              </w:rPr>
              <w:t>Ejemplo</w:t>
            </w:r>
          </w:p>
        </w:tc>
        <w:tc>
          <w:tcPr>
            <w:tcW w:w="567" w:type="dxa"/>
            <w:tcBorders>
              <w:bottom w:val="nil"/>
            </w:tcBorders>
          </w:tcPr>
          <w:p w:rsidR="003D0C06" w:rsidRPr="00D27F7D" w:rsidRDefault="003D0C06" w:rsidP="003402BA">
            <w:pPr>
              <w:ind w:right="-1475"/>
              <w:rPr>
                <w:i/>
                <w:sz w:val="20"/>
              </w:rPr>
            </w:pPr>
          </w:p>
        </w:tc>
        <w:tc>
          <w:tcPr>
            <w:tcW w:w="425" w:type="dxa"/>
            <w:tcBorders>
              <w:bottom w:val="nil"/>
            </w:tcBorders>
          </w:tcPr>
          <w:p w:rsidR="003D0C06" w:rsidRPr="00D27F7D" w:rsidRDefault="003D0C06" w:rsidP="003402BA">
            <w:pPr>
              <w:ind w:right="-1475"/>
              <w:rPr>
                <w:i/>
                <w:sz w:val="20"/>
              </w:rPr>
            </w:pPr>
          </w:p>
        </w:tc>
        <w:tc>
          <w:tcPr>
            <w:tcW w:w="503"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51" w:type="dxa"/>
          </w:tcPr>
          <w:p w:rsidR="003D0C06" w:rsidRPr="00D27F7D" w:rsidRDefault="003D0C06" w:rsidP="003402BA">
            <w:pPr>
              <w:ind w:right="-1475"/>
              <w:rPr>
                <w:i/>
                <w:sz w:val="20"/>
              </w:rPr>
            </w:pPr>
          </w:p>
        </w:tc>
        <w:tc>
          <w:tcPr>
            <w:tcW w:w="477"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476" w:type="dxa"/>
          </w:tcPr>
          <w:p w:rsidR="003D0C06" w:rsidRPr="00D27F7D" w:rsidRDefault="003D0C06" w:rsidP="003402BA">
            <w:pPr>
              <w:ind w:right="-1475"/>
              <w:rPr>
                <w:i/>
                <w:sz w:val="20"/>
              </w:rPr>
            </w:pPr>
          </w:p>
        </w:tc>
        <w:tc>
          <w:tcPr>
            <w:tcW w:w="452" w:type="dxa"/>
          </w:tcPr>
          <w:p w:rsidR="003D0C06" w:rsidRPr="00D27F7D" w:rsidRDefault="003D0C06" w:rsidP="003402BA">
            <w:pPr>
              <w:ind w:right="-1475"/>
              <w:rPr>
                <w:i/>
                <w:sz w:val="20"/>
              </w:rPr>
            </w:pPr>
          </w:p>
        </w:tc>
        <w:tc>
          <w:tcPr>
            <w:tcW w:w="464" w:type="dxa"/>
          </w:tcPr>
          <w:p w:rsidR="003D0C06" w:rsidRPr="00D27F7D" w:rsidRDefault="003D0C06" w:rsidP="003402BA">
            <w:pPr>
              <w:ind w:right="-1475"/>
              <w:rPr>
                <w:i/>
                <w:sz w:val="20"/>
              </w:rPr>
            </w:pPr>
          </w:p>
        </w:tc>
        <w:tc>
          <w:tcPr>
            <w:tcW w:w="502" w:type="dxa"/>
          </w:tcPr>
          <w:p w:rsidR="003D0C06" w:rsidRPr="00D27F7D" w:rsidRDefault="003D0C06" w:rsidP="003402BA">
            <w:pPr>
              <w:ind w:right="-1475"/>
              <w:rPr>
                <w:i/>
                <w:sz w:val="20"/>
              </w:rPr>
            </w:pPr>
          </w:p>
        </w:tc>
        <w:tc>
          <w:tcPr>
            <w:tcW w:w="1984" w:type="dxa"/>
          </w:tcPr>
          <w:p w:rsidR="003D0C06" w:rsidRPr="00D27F7D" w:rsidRDefault="003D0C06" w:rsidP="003402BA">
            <w:pPr>
              <w:ind w:right="-250"/>
              <w:jc w:val="both"/>
              <w:rPr>
                <w:i/>
                <w:sz w:val="20"/>
              </w:rPr>
            </w:pPr>
            <w:r>
              <w:rPr>
                <w:i/>
                <w:sz w:val="20"/>
              </w:rPr>
              <w:t>Ejemplo</w:t>
            </w:r>
          </w:p>
        </w:tc>
      </w:tr>
      <w:tr w:rsidR="003D0C06" w:rsidRPr="00D27F7D">
        <w:trPr>
          <w:cantSplit/>
          <w:trHeight w:val="533"/>
        </w:trPr>
        <w:tc>
          <w:tcPr>
            <w:tcW w:w="1560" w:type="dxa"/>
            <w:gridSpan w:val="2"/>
          </w:tcPr>
          <w:p w:rsidR="003D0C06" w:rsidRPr="00D27F7D" w:rsidRDefault="003D0C06" w:rsidP="003402BA">
            <w:pPr>
              <w:ind w:right="-108"/>
              <w:rPr>
                <w:sz w:val="20"/>
              </w:rPr>
            </w:pPr>
            <w:r>
              <w:rPr>
                <w:sz w:val="20"/>
              </w:rPr>
              <w:t>Preparación actividad 1 (título)</w:t>
            </w:r>
          </w:p>
        </w:tc>
        <w:tc>
          <w:tcPr>
            <w:tcW w:w="850" w:type="dxa"/>
            <w:shd w:val="pct25" w:color="auto" w:fill="FFFFFF"/>
          </w:tcPr>
          <w:p w:rsidR="003D0C06" w:rsidRPr="00D27F7D" w:rsidRDefault="003D0C06" w:rsidP="003402BA">
            <w:pPr>
              <w:ind w:right="-44"/>
              <w:rPr>
                <w:sz w:val="20"/>
                <w:highlight w:val="lightGray"/>
              </w:rPr>
            </w:pPr>
          </w:p>
        </w:tc>
        <w:tc>
          <w:tcPr>
            <w:tcW w:w="567" w:type="dxa"/>
            <w:shd w:val="pct25" w:color="auto" w:fill="FFFFFF"/>
          </w:tcPr>
          <w:p w:rsidR="003D0C06" w:rsidRPr="00D27F7D" w:rsidRDefault="003D0C06" w:rsidP="003402BA">
            <w:pPr>
              <w:ind w:right="-1475"/>
              <w:rPr>
                <w:sz w:val="20"/>
                <w:highlight w:val="lightGray"/>
              </w:rPr>
            </w:pPr>
          </w:p>
        </w:tc>
        <w:tc>
          <w:tcPr>
            <w:tcW w:w="425" w:type="dxa"/>
            <w:shd w:val="pct25" w:color="auto" w:fill="FFFFFF"/>
          </w:tcPr>
          <w:p w:rsidR="003D0C06" w:rsidRPr="00D27F7D" w:rsidRDefault="003D0C06" w:rsidP="003402BA">
            <w:pPr>
              <w:ind w:right="-1475"/>
              <w:rPr>
                <w:sz w:val="20"/>
                <w:highlight w:val="lightGray"/>
              </w:rPr>
            </w:pPr>
          </w:p>
        </w:tc>
        <w:tc>
          <w:tcPr>
            <w:tcW w:w="503"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51" w:type="dxa"/>
            <w:tcBorders>
              <w:bottom w:val="nil"/>
            </w:tcBorders>
          </w:tcPr>
          <w:p w:rsidR="003D0C06" w:rsidRPr="00D27F7D" w:rsidRDefault="003D0C06" w:rsidP="003402BA">
            <w:pPr>
              <w:ind w:right="-1475"/>
              <w:rPr>
                <w:sz w:val="20"/>
              </w:rPr>
            </w:pPr>
          </w:p>
        </w:tc>
        <w:tc>
          <w:tcPr>
            <w:tcW w:w="477"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476" w:type="dxa"/>
            <w:tcBorders>
              <w:bottom w:val="nil"/>
            </w:tcBorders>
          </w:tcPr>
          <w:p w:rsidR="003D0C06" w:rsidRPr="00D27F7D" w:rsidRDefault="003D0C06" w:rsidP="003402BA">
            <w:pPr>
              <w:ind w:right="-1475"/>
              <w:rPr>
                <w:sz w:val="20"/>
              </w:rPr>
            </w:pPr>
          </w:p>
        </w:tc>
        <w:tc>
          <w:tcPr>
            <w:tcW w:w="452" w:type="dxa"/>
            <w:tcBorders>
              <w:bottom w:val="nil"/>
            </w:tcBorders>
          </w:tcPr>
          <w:p w:rsidR="003D0C06" w:rsidRPr="00D27F7D" w:rsidRDefault="003D0C06" w:rsidP="003402BA">
            <w:pPr>
              <w:ind w:right="-1475"/>
              <w:rPr>
                <w:sz w:val="20"/>
              </w:rPr>
            </w:pPr>
          </w:p>
        </w:tc>
        <w:tc>
          <w:tcPr>
            <w:tcW w:w="464" w:type="dxa"/>
            <w:tcBorders>
              <w:bottom w:val="nil"/>
            </w:tcBorders>
          </w:tcPr>
          <w:p w:rsidR="003D0C06" w:rsidRPr="00D27F7D" w:rsidRDefault="003D0C06" w:rsidP="003402BA">
            <w:pPr>
              <w:ind w:right="-1475"/>
              <w:rPr>
                <w:sz w:val="20"/>
              </w:rPr>
            </w:pPr>
          </w:p>
        </w:tc>
        <w:tc>
          <w:tcPr>
            <w:tcW w:w="502" w:type="dxa"/>
            <w:tcBorders>
              <w:bottom w:val="nil"/>
            </w:tcBorders>
          </w:tcPr>
          <w:p w:rsidR="003D0C06" w:rsidRPr="00D27F7D" w:rsidRDefault="003D0C06" w:rsidP="003402BA">
            <w:pPr>
              <w:ind w:right="-1475"/>
              <w:rPr>
                <w:sz w:val="20"/>
              </w:rPr>
            </w:pPr>
          </w:p>
        </w:tc>
        <w:tc>
          <w:tcPr>
            <w:tcW w:w="1984" w:type="dxa"/>
          </w:tcPr>
          <w:p w:rsidR="003D0C06" w:rsidRPr="00D27F7D" w:rsidRDefault="009D36B8" w:rsidP="005C2D8F">
            <w:pPr>
              <w:rPr>
                <w:sz w:val="20"/>
              </w:rPr>
            </w:pPr>
            <w:r>
              <w:rPr>
                <w:sz w:val="20"/>
              </w:rPr>
              <w:t>Beneficiario o entidad afiliada 1</w:t>
            </w:r>
          </w:p>
        </w:tc>
      </w:tr>
      <w:tr w:rsidR="003D0C06" w:rsidRPr="00D27F7D">
        <w:trPr>
          <w:cantSplit/>
        </w:trPr>
        <w:tc>
          <w:tcPr>
            <w:tcW w:w="1560" w:type="dxa"/>
            <w:gridSpan w:val="2"/>
          </w:tcPr>
          <w:p w:rsidR="003D0C06" w:rsidRPr="00D27F7D" w:rsidRDefault="003D0C06" w:rsidP="003402BA">
            <w:pPr>
              <w:ind w:right="-108"/>
              <w:rPr>
                <w:sz w:val="20"/>
              </w:rPr>
            </w:pPr>
            <w:r>
              <w:rPr>
                <w:sz w:val="20"/>
              </w:rPr>
              <w:t>Ejecución actividad 1 (título)</w:t>
            </w:r>
          </w:p>
        </w:tc>
        <w:tc>
          <w:tcPr>
            <w:tcW w:w="850" w:type="dxa"/>
            <w:tcBorders>
              <w:bottom w:val="nil"/>
            </w:tcBorders>
          </w:tcPr>
          <w:p w:rsidR="003D0C06" w:rsidRPr="00D27F7D" w:rsidRDefault="003D0C06" w:rsidP="003402BA">
            <w:pPr>
              <w:ind w:right="-108"/>
              <w:rPr>
                <w:sz w:val="20"/>
              </w:rPr>
            </w:pPr>
          </w:p>
        </w:tc>
        <w:tc>
          <w:tcPr>
            <w:tcW w:w="567" w:type="dxa"/>
            <w:tcBorders>
              <w:bottom w:val="nil"/>
            </w:tcBorders>
          </w:tcPr>
          <w:p w:rsidR="003D0C06" w:rsidRPr="00D27F7D" w:rsidRDefault="003D0C06" w:rsidP="003402BA">
            <w:pPr>
              <w:ind w:right="-1475"/>
              <w:rPr>
                <w:sz w:val="20"/>
              </w:rPr>
            </w:pPr>
          </w:p>
        </w:tc>
        <w:tc>
          <w:tcPr>
            <w:tcW w:w="425" w:type="dxa"/>
            <w:tcBorders>
              <w:bottom w:val="nil"/>
            </w:tcBorders>
          </w:tcPr>
          <w:p w:rsidR="003D0C06" w:rsidRPr="00D27F7D" w:rsidRDefault="003D0C06" w:rsidP="003402BA">
            <w:pPr>
              <w:ind w:right="-1475"/>
              <w:rPr>
                <w:sz w:val="20"/>
              </w:rPr>
            </w:pPr>
          </w:p>
        </w:tc>
        <w:tc>
          <w:tcPr>
            <w:tcW w:w="503" w:type="dxa"/>
            <w:tcBorders>
              <w:bottom w:val="nil"/>
            </w:tcBorders>
            <w:shd w:val="pct25" w:color="auto" w:fill="FFFFFF"/>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hadow/>
                <w:sz w:val="20"/>
              </w:rPr>
            </w:pPr>
          </w:p>
        </w:tc>
        <w:tc>
          <w:tcPr>
            <w:tcW w:w="451" w:type="dxa"/>
            <w:shd w:val="pct25" w:color="auto" w:fill="FFFFFF"/>
          </w:tcPr>
          <w:p w:rsidR="003D0C06" w:rsidRPr="00D27F7D" w:rsidRDefault="003D0C06" w:rsidP="003402BA">
            <w:pPr>
              <w:ind w:right="-1475"/>
              <w:rPr>
                <w:sz w:val="20"/>
              </w:rPr>
            </w:pPr>
          </w:p>
        </w:tc>
        <w:tc>
          <w:tcPr>
            <w:tcW w:w="477"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476" w:type="dxa"/>
            <w:shd w:val="pct25" w:color="auto" w:fill="FFFFFF"/>
          </w:tcPr>
          <w:p w:rsidR="003D0C06" w:rsidRPr="00D27F7D" w:rsidRDefault="003D0C06" w:rsidP="003402BA">
            <w:pPr>
              <w:ind w:right="-1475"/>
              <w:rPr>
                <w:sz w:val="20"/>
              </w:rPr>
            </w:pPr>
          </w:p>
        </w:tc>
        <w:tc>
          <w:tcPr>
            <w:tcW w:w="452" w:type="dxa"/>
            <w:shd w:val="pct25" w:color="auto" w:fill="FFFFFF"/>
          </w:tcPr>
          <w:p w:rsidR="003D0C06" w:rsidRPr="00D27F7D" w:rsidRDefault="003D0C06" w:rsidP="003402BA">
            <w:pPr>
              <w:ind w:right="-1475"/>
              <w:rPr>
                <w:sz w:val="20"/>
              </w:rPr>
            </w:pPr>
          </w:p>
        </w:tc>
        <w:tc>
          <w:tcPr>
            <w:tcW w:w="464" w:type="dxa"/>
            <w:tcBorders>
              <w:bottom w:val="nil"/>
            </w:tcBorders>
            <w:shd w:val="pct25" w:color="auto" w:fill="FFFFFF"/>
          </w:tcPr>
          <w:p w:rsidR="003D0C06" w:rsidRPr="00D27F7D" w:rsidRDefault="003D0C06" w:rsidP="003402BA">
            <w:pPr>
              <w:ind w:right="-1475"/>
              <w:rPr>
                <w:sz w:val="20"/>
              </w:rPr>
            </w:pPr>
          </w:p>
        </w:tc>
        <w:tc>
          <w:tcPr>
            <w:tcW w:w="502" w:type="dxa"/>
            <w:tcBorders>
              <w:bottom w:val="nil"/>
            </w:tcBorders>
            <w:shd w:val="pct25" w:color="auto" w:fill="FFFFFF"/>
          </w:tcPr>
          <w:p w:rsidR="003D0C06" w:rsidRPr="00D27F7D" w:rsidRDefault="003D0C06" w:rsidP="003402BA">
            <w:pPr>
              <w:ind w:right="-1475"/>
              <w:rPr>
                <w:sz w:val="20"/>
              </w:rPr>
            </w:pPr>
          </w:p>
        </w:tc>
        <w:tc>
          <w:tcPr>
            <w:tcW w:w="1984" w:type="dxa"/>
          </w:tcPr>
          <w:p w:rsidR="003D0C06" w:rsidRPr="00D27F7D" w:rsidRDefault="009D36B8" w:rsidP="005C2D8F">
            <w:pPr>
              <w:ind w:right="-250"/>
              <w:rPr>
                <w:sz w:val="20"/>
              </w:rPr>
            </w:pPr>
            <w:r>
              <w:rPr>
                <w:sz w:val="20"/>
              </w:rPr>
              <w:t>Beneficiario o entidad afiliada 1</w:t>
            </w:r>
          </w:p>
        </w:tc>
      </w:tr>
      <w:tr w:rsidR="003D0C06" w:rsidRPr="00D27F7D">
        <w:trPr>
          <w:cantSplit/>
        </w:trPr>
        <w:tc>
          <w:tcPr>
            <w:tcW w:w="1560" w:type="dxa"/>
            <w:gridSpan w:val="2"/>
          </w:tcPr>
          <w:p w:rsidR="003D0C06" w:rsidRPr="00D27F7D" w:rsidRDefault="003D0C06" w:rsidP="003402BA">
            <w:pPr>
              <w:ind w:right="-108"/>
              <w:rPr>
                <w:sz w:val="20"/>
              </w:rPr>
            </w:pPr>
            <w:r>
              <w:rPr>
                <w:sz w:val="20"/>
              </w:rPr>
              <w:t>Preparación actividad 2 (título)</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Borders>
              <w:top w:val="nil"/>
            </w:tcBorders>
          </w:tcPr>
          <w:p w:rsidR="003D0C06" w:rsidRPr="00D27F7D" w:rsidRDefault="003D0C06" w:rsidP="003402BA">
            <w:pPr>
              <w:ind w:right="-1475"/>
              <w:rPr>
                <w:sz w:val="20"/>
              </w:rPr>
            </w:pPr>
          </w:p>
        </w:tc>
        <w:tc>
          <w:tcPr>
            <w:tcW w:w="451" w:type="dxa"/>
            <w:tcBorders>
              <w:top w:val="nil"/>
            </w:tcBorders>
          </w:tcPr>
          <w:p w:rsidR="003D0C06" w:rsidRPr="00D27F7D" w:rsidRDefault="003D0C06" w:rsidP="003402BA">
            <w:pPr>
              <w:ind w:right="-1475"/>
              <w:rPr>
                <w:sz w:val="20"/>
              </w:rPr>
            </w:pPr>
          </w:p>
        </w:tc>
        <w:tc>
          <w:tcPr>
            <w:tcW w:w="477" w:type="dxa"/>
            <w:tcBorders>
              <w:top w:val="nil"/>
            </w:tcBorders>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Borders>
              <w:top w:val="nil"/>
            </w:tcBorders>
          </w:tcPr>
          <w:p w:rsidR="003D0C06" w:rsidRPr="00D27F7D" w:rsidRDefault="003D0C06" w:rsidP="003402BA">
            <w:pPr>
              <w:ind w:right="-1475"/>
              <w:rPr>
                <w:sz w:val="20"/>
              </w:rPr>
            </w:pPr>
          </w:p>
        </w:tc>
        <w:tc>
          <w:tcPr>
            <w:tcW w:w="452" w:type="dxa"/>
            <w:tcBorders>
              <w:top w:val="nil"/>
            </w:tcBorders>
          </w:tcPr>
          <w:p w:rsidR="003D0C06" w:rsidRPr="00D27F7D" w:rsidRDefault="003D0C06" w:rsidP="003402BA">
            <w:pPr>
              <w:ind w:right="-1475"/>
              <w:rPr>
                <w:sz w:val="20"/>
              </w:rPr>
            </w:pPr>
          </w:p>
        </w:tc>
        <w:tc>
          <w:tcPr>
            <w:tcW w:w="464" w:type="dxa"/>
            <w:shd w:val="pct25" w:color="auto" w:fill="FFFFFF"/>
          </w:tcPr>
          <w:p w:rsidR="003D0C06" w:rsidRPr="00D27F7D" w:rsidRDefault="003D0C06" w:rsidP="003402BA">
            <w:pPr>
              <w:ind w:right="-1475"/>
              <w:rPr>
                <w:sz w:val="20"/>
              </w:rPr>
            </w:pPr>
          </w:p>
        </w:tc>
        <w:tc>
          <w:tcPr>
            <w:tcW w:w="502" w:type="dxa"/>
            <w:shd w:val="pct25" w:color="auto" w:fill="FFFFFF"/>
          </w:tcPr>
          <w:p w:rsidR="003D0C06" w:rsidRPr="00D27F7D" w:rsidRDefault="003D0C06" w:rsidP="003402BA">
            <w:pPr>
              <w:ind w:right="-1475"/>
              <w:rPr>
                <w:sz w:val="20"/>
              </w:rPr>
            </w:pPr>
          </w:p>
        </w:tc>
        <w:tc>
          <w:tcPr>
            <w:tcW w:w="1984" w:type="dxa"/>
          </w:tcPr>
          <w:p w:rsidR="003D0C06" w:rsidRPr="00D27F7D" w:rsidRDefault="009D36B8" w:rsidP="005C2D8F">
            <w:pPr>
              <w:ind w:right="-250"/>
              <w:rPr>
                <w:sz w:val="20"/>
              </w:rPr>
            </w:pPr>
            <w:r>
              <w:rPr>
                <w:sz w:val="20"/>
              </w:rPr>
              <w:t xml:space="preserve">Beneficiario o entidad afiliada 2 </w:t>
            </w:r>
          </w:p>
        </w:tc>
      </w:tr>
      <w:tr w:rsidR="003D0C06" w:rsidRPr="00D27F7D">
        <w:trPr>
          <w:cantSplit/>
        </w:trPr>
        <w:tc>
          <w:tcPr>
            <w:tcW w:w="1560" w:type="dxa"/>
            <w:gridSpan w:val="2"/>
          </w:tcPr>
          <w:p w:rsidR="003D0C06" w:rsidRPr="00D27F7D" w:rsidRDefault="003D0C06" w:rsidP="003402BA">
            <w:pPr>
              <w:ind w:right="-108"/>
              <w:rPr>
                <w:sz w:val="20"/>
              </w:rPr>
            </w:pPr>
            <w:r>
              <w:rPr>
                <w:sz w:val="20"/>
              </w:rPr>
              <w:t>Etc.</w:t>
            </w: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firstLine="2727"/>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r w:rsidR="003D0C06" w:rsidRPr="00D27F7D">
        <w:trPr>
          <w:cantSplit/>
        </w:trPr>
        <w:tc>
          <w:tcPr>
            <w:tcW w:w="1560" w:type="dxa"/>
            <w:gridSpan w:val="2"/>
          </w:tcPr>
          <w:p w:rsidR="003D0C06" w:rsidRPr="00D27F7D" w:rsidRDefault="003D0C06" w:rsidP="003402BA">
            <w:pPr>
              <w:ind w:right="-108"/>
              <w:rPr>
                <w:sz w:val="20"/>
              </w:rPr>
            </w:pPr>
          </w:p>
        </w:tc>
        <w:tc>
          <w:tcPr>
            <w:tcW w:w="850" w:type="dxa"/>
          </w:tcPr>
          <w:p w:rsidR="003D0C06" w:rsidRPr="00D27F7D" w:rsidRDefault="003D0C06" w:rsidP="003402BA">
            <w:pPr>
              <w:ind w:right="-1475"/>
              <w:rPr>
                <w:sz w:val="20"/>
              </w:rPr>
            </w:pPr>
          </w:p>
        </w:tc>
        <w:tc>
          <w:tcPr>
            <w:tcW w:w="567" w:type="dxa"/>
          </w:tcPr>
          <w:p w:rsidR="003D0C06" w:rsidRPr="00D27F7D" w:rsidRDefault="003D0C06" w:rsidP="003402BA">
            <w:pPr>
              <w:ind w:right="-1475"/>
              <w:rPr>
                <w:sz w:val="20"/>
              </w:rPr>
            </w:pPr>
          </w:p>
        </w:tc>
        <w:tc>
          <w:tcPr>
            <w:tcW w:w="425" w:type="dxa"/>
          </w:tcPr>
          <w:p w:rsidR="003D0C06" w:rsidRPr="00D27F7D" w:rsidRDefault="003D0C06" w:rsidP="003402BA">
            <w:pPr>
              <w:ind w:right="-1475"/>
              <w:rPr>
                <w:sz w:val="20"/>
              </w:rPr>
            </w:pPr>
          </w:p>
        </w:tc>
        <w:tc>
          <w:tcPr>
            <w:tcW w:w="503"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51" w:type="dxa"/>
          </w:tcPr>
          <w:p w:rsidR="003D0C06" w:rsidRPr="00D27F7D" w:rsidRDefault="003D0C06" w:rsidP="003402BA">
            <w:pPr>
              <w:ind w:right="-1475"/>
              <w:rPr>
                <w:sz w:val="20"/>
              </w:rPr>
            </w:pPr>
          </w:p>
        </w:tc>
        <w:tc>
          <w:tcPr>
            <w:tcW w:w="477"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476" w:type="dxa"/>
          </w:tcPr>
          <w:p w:rsidR="003D0C06" w:rsidRPr="00D27F7D" w:rsidRDefault="003D0C06" w:rsidP="003402BA">
            <w:pPr>
              <w:ind w:right="-1475"/>
              <w:rPr>
                <w:sz w:val="20"/>
              </w:rPr>
            </w:pPr>
          </w:p>
        </w:tc>
        <w:tc>
          <w:tcPr>
            <w:tcW w:w="452" w:type="dxa"/>
          </w:tcPr>
          <w:p w:rsidR="003D0C06" w:rsidRPr="00D27F7D" w:rsidRDefault="003D0C06" w:rsidP="003402BA">
            <w:pPr>
              <w:ind w:right="-1475"/>
              <w:rPr>
                <w:sz w:val="20"/>
              </w:rPr>
            </w:pPr>
          </w:p>
        </w:tc>
        <w:tc>
          <w:tcPr>
            <w:tcW w:w="464" w:type="dxa"/>
          </w:tcPr>
          <w:p w:rsidR="003D0C06" w:rsidRPr="00D27F7D" w:rsidRDefault="003D0C06" w:rsidP="003402BA">
            <w:pPr>
              <w:ind w:right="-1475"/>
              <w:rPr>
                <w:sz w:val="20"/>
              </w:rPr>
            </w:pPr>
          </w:p>
        </w:tc>
        <w:tc>
          <w:tcPr>
            <w:tcW w:w="502" w:type="dxa"/>
          </w:tcPr>
          <w:p w:rsidR="003D0C06" w:rsidRPr="00D27F7D" w:rsidRDefault="003D0C06" w:rsidP="003402BA">
            <w:pPr>
              <w:ind w:right="-1475"/>
              <w:rPr>
                <w:sz w:val="20"/>
              </w:rPr>
            </w:pPr>
          </w:p>
        </w:tc>
        <w:tc>
          <w:tcPr>
            <w:tcW w:w="1984" w:type="dxa"/>
          </w:tcPr>
          <w:p w:rsidR="003D0C06" w:rsidRPr="00D27F7D" w:rsidRDefault="003D0C06" w:rsidP="003402BA">
            <w:pPr>
              <w:ind w:right="-250"/>
              <w:jc w:val="both"/>
              <w:rPr>
                <w:sz w:val="20"/>
              </w:rPr>
            </w:pPr>
          </w:p>
        </w:tc>
      </w:tr>
    </w:tbl>
    <w:p w:rsidR="003D0C06" w:rsidRPr="00D27F7D" w:rsidRDefault="003D0C06" w:rsidP="003D0C06">
      <w:pPr>
        <w:jc w:val="both"/>
        <w:rPr>
          <w:rFonts w:ascii="Arial" w:hAnsi="Arial"/>
          <w:sz w:val="20"/>
        </w:rPr>
      </w:pPr>
    </w:p>
    <w:p w:rsidR="00C409C7" w:rsidRPr="00C409C7" w:rsidRDefault="00C409C7" w:rsidP="00D75FB3">
      <w:pPr>
        <w:ind w:left="340"/>
        <w:jc w:val="both"/>
        <w:rPr>
          <w:sz w:val="22"/>
        </w:rPr>
      </w:pPr>
      <w:r>
        <w:rPr>
          <w:b/>
          <w:sz w:val="22"/>
        </w:rPr>
        <w:t>2.6</w:t>
      </w:r>
      <w:r>
        <w:rPr>
          <w:sz w:val="22"/>
        </w:rPr>
        <w:t xml:space="preserve"> Cuando proceda, actualice como corresponda el cuestionario de autoevaluación sobre la explotación, el acoso y los abusos sexuales y la lista conexa de medidas previstas para mejorar la política de la organización contra la explotación, el acoso y los abusos sexuales. </w:t>
      </w:r>
    </w:p>
    <w:p w:rsidR="004A7F60" w:rsidRPr="00D27F7D" w:rsidRDefault="004A7F60" w:rsidP="004A7F60">
      <w:pPr>
        <w:jc w:val="both"/>
        <w:rPr>
          <w:sz w:val="22"/>
        </w:rPr>
      </w:pPr>
    </w:p>
    <w:p w:rsidR="00DF707C" w:rsidRPr="00D27F7D" w:rsidRDefault="00836C99" w:rsidP="00FD1C47">
      <w:pPr>
        <w:keepNext/>
        <w:keepLines/>
        <w:numPr>
          <w:ilvl w:val="0"/>
          <w:numId w:val="3"/>
        </w:numPr>
        <w:pBdr>
          <w:bottom w:val="single" w:sz="4" w:space="1" w:color="auto"/>
        </w:pBdr>
        <w:spacing w:before="120" w:after="120"/>
        <w:jc w:val="both"/>
        <w:rPr>
          <w:b/>
          <w:sz w:val="22"/>
        </w:rPr>
      </w:pPr>
      <w:r>
        <w:rPr>
          <w:b/>
        </w:rPr>
        <w:t>Beneficiarios/entidades afiliadas, becarios y otros tipos de cooperación</w:t>
      </w:r>
    </w:p>
    <w:p w:rsidR="00DF707C" w:rsidRPr="00D27F7D" w:rsidRDefault="00DF707C" w:rsidP="004E7349">
      <w:pPr>
        <w:keepNext/>
        <w:keepLines/>
        <w:numPr>
          <w:ilvl w:val="1"/>
          <w:numId w:val="3"/>
        </w:numPr>
        <w:tabs>
          <w:tab w:val="clear" w:pos="792"/>
          <w:tab w:val="num" w:pos="851"/>
        </w:tabs>
        <w:spacing w:before="120" w:after="120"/>
        <w:ind w:left="851" w:hanging="491"/>
        <w:jc w:val="both"/>
        <w:rPr>
          <w:sz w:val="22"/>
        </w:rPr>
      </w:pPr>
      <w:r>
        <w:rPr>
          <w:sz w:val="22"/>
        </w:rPr>
        <w:t>¿Cómo valora usted la relación entre los beneficiarios/entidades afiliadas de este contrato de subvención (es decir, los que hayan firmado el mandato del coordinador o la declaración de entidad afiliada)? Aporte información específica sobre cada beneficiario/entidad afiliada.</w:t>
      </w:r>
    </w:p>
    <w:p w:rsidR="00A54AFC" w:rsidRPr="00D27F7D" w:rsidRDefault="00A54AFC" w:rsidP="004E7349">
      <w:pPr>
        <w:pStyle w:val="BodyText3"/>
        <w:keepNext/>
        <w:keepLines/>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¿Cómo valoraría usted la relación entre su organización y las autoridades estatales de los países en que se lleva a cabo la acción? ¿Cómo ha afectado dicha relación al desarrollo de la acción?</w:t>
      </w:r>
    </w:p>
    <w:p w:rsidR="004C153E" w:rsidRPr="00D27F7D" w:rsidRDefault="003E1F29"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su relación con cualquier otra organización implicada en la ejecución de la acción:</w:t>
      </w:r>
    </w:p>
    <w:p w:rsidR="004C153E"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Asociados (en su caso)</w:t>
      </w:r>
    </w:p>
    <w:p w:rsidR="004C153E" w:rsidRPr="00D27F7D" w:rsidRDefault="00746125"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Contratistas (en su caso)</w:t>
      </w:r>
    </w:p>
    <w:p w:rsidR="004C153E" w:rsidRPr="00D27F7D" w:rsidRDefault="00ED7524"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Beneficiarios finales y grupos destinatarios</w:t>
      </w:r>
    </w:p>
    <w:p w:rsidR="003E1F29" w:rsidRPr="00D27F7D" w:rsidRDefault="004C153E" w:rsidP="004E7349">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s>
        <w:ind w:left="1134" w:hanging="283"/>
        <w:rPr>
          <w:i w:val="0"/>
        </w:rPr>
      </w:pPr>
      <w:r>
        <w:rPr>
          <w:i w:val="0"/>
        </w:rPr>
        <w:t>Otras terceras partes implicadas (incluidos otros donantes, otras agencias gubernamentales o unidades locales gubernamentales, ONG, etc.)</w:t>
      </w:r>
    </w:p>
    <w:p w:rsidR="00965A01" w:rsidRPr="00D27F7D" w:rsidRDefault="0017677D"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rPr>
          <w:i w:val="0"/>
        </w:rPr>
      </w:pPr>
      <w:r>
        <w:rPr>
          <w:i w:val="0"/>
        </w:rPr>
        <w:t>Si es pertinente, describa los contactos y sinergias que haya desarrollado con otras acciones.</w:t>
      </w:r>
    </w:p>
    <w:p w:rsidR="00DF707C" w:rsidRDefault="00DF707C"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rPr>
        <w:t>Si su organización ha recibido previamente subvenciones de la UE con el fin de apoyar al mismo grupo destinatario, ¿en qué medida esta acción ha sido capaz de desarrollar o complementar la acción o acciones previas? (Detalle todas las subvenciones de la UE previas pertinentes).</w:t>
      </w:r>
    </w:p>
    <w:p w:rsidR="00CF19D6" w:rsidRDefault="00CF19D6" w:rsidP="004E7349">
      <w:pPr>
        <w:pStyle w:val="BodyText3"/>
        <w:numPr>
          <w:ilvl w:val="1"/>
          <w:numId w:val="3"/>
        </w:numPr>
        <w:pBdr>
          <w:top w:val="none" w:sz="0" w:space="0" w:color="auto"/>
          <w:left w:val="none" w:sz="0" w:space="0" w:color="auto"/>
          <w:bottom w:val="none" w:sz="0" w:space="0" w:color="auto"/>
          <w:right w:val="none" w:sz="0" w:space="0" w:color="auto"/>
        </w:pBdr>
        <w:tabs>
          <w:tab w:val="clear" w:pos="792"/>
          <w:tab w:val="num" w:pos="851"/>
        </w:tabs>
        <w:spacing w:before="120" w:after="240"/>
        <w:ind w:left="851" w:hanging="494"/>
        <w:rPr>
          <w:i w:val="0"/>
        </w:rPr>
      </w:pPr>
      <w:r>
        <w:rPr>
          <w:i w:val="0"/>
          <w:szCs w:val="22"/>
        </w:rPr>
        <w:t>Cuando proceda, incluya un informe para cada beca finalizada en el período de referencia que haya elaborado el propio becario y recoja los resultados de la beca y la evaluación de las calificaciones obtenidas por el becario, con miras a sus futuros empleos</w:t>
      </w:r>
      <w:r>
        <w:t>.</w:t>
      </w:r>
    </w:p>
    <w:p w:rsidR="00A54AFC" w:rsidRPr="00D27F7D" w:rsidRDefault="00ED7524" w:rsidP="00CF7B2A">
      <w:pPr>
        <w:numPr>
          <w:ilvl w:val="0"/>
          <w:numId w:val="3"/>
        </w:numPr>
        <w:pBdr>
          <w:bottom w:val="single" w:sz="4" w:space="1" w:color="auto"/>
        </w:pBdr>
        <w:spacing w:before="120"/>
        <w:ind w:left="357" w:hanging="357"/>
        <w:jc w:val="both"/>
        <w:rPr>
          <w:b/>
          <w:sz w:val="22"/>
        </w:rPr>
      </w:pPr>
      <w:r>
        <w:rPr>
          <w:b/>
          <w:sz w:val="22"/>
        </w:rPr>
        <w:t>Visibilidad</w:t>
      </w:r>
    </w:p>
    <w:p w:rsidR="00DF707C" w:rsidRPr="00D27F7D" w:rsidRDefault="00DF707C" w:rsidP="00CF7B2A">
      <w:pPr>
        <w:spacing w:before="120" w:after="120"/>
        <w:ind w:left="360"/>
        <w:jc w:val="both"/>
        <w:outlineLvl w:val="0"/>
        <w:rPr>
          <w:sz w:val="22"/>
        </w:rPr>
      </w:pPr>
      <w:r>
        <w:rPr>
          <w:sz w:val="22"/>
        </w:rPr>
        <w:t>¿Cómo se garantiza en esta acción la visibilidad de la contribución de la UE?</w:t>
      </w:r>
    </w:p>
    <w:p w:rsidR="00DF707C" w:rsidRPr="00D27F7D" w:rsidRDefault="00ED7524" w:rsidP="00CF7B2A">
      <w:pPr>
        <w:spacing w:before="120" w:after="120"/>
        <w:ind w:left="360"/>
        <w:jc w:val="both"/>
        <w:rPr>
          <w:b/>
          <w:sz w:val="22"/>
        </w:rPr>
      </w:pPr>
      <w:r>
        <w:rPr>
          <w:b/>
          <w:bCs/>
          <w:sz w:val="22"/>
        </w:rPr>
        <w:t>La Comisión Europea puede decidir dar publicidad a los resultados (impacto, efectos, productos) de las acciones.</w:t>
      </w:r>
      <w:r>
        <w:rPr>
          <w:b/>
          <w:sz w:val="22"/>
        </w:rPr>
        <w:t xml:space="preserve"> ¿Tiene alguna objeción a la posibilidad de que este informe sea publicado en la página web de EuropeAid? Si la respuesta es afirmativa, por favor indique cuáles son sus objeciones.</w:t>
      </w:r>
    </w:p>
    <w:p w:rsidR="00A54AFC" w:rsidRPr="00D27F7D" w:rsidRDefault="00A54AFC" w:rsidP="004A7F60">
      <w:pPr>
        <w:jc w:val="both"/>
        <w:rPr>
          <w:sz w:val="22"/>
        </w:rPr>
      </w:pPr>
    </w:p>
    <w:p w:rsidR="003D670E" w:rsidRDefault="00A54AFC" w:rsidP="004E43F3">
      <w:pPr>
        <w:jc w:val="both"/>
        <w:outlineLvl w:val="0"/>
        <w:rPr>
          <w:sz w:val="22"/>
        </w:rPr>
      </w:pPr>
      <w:r>
        <w:rPr>
          <w:sz w:val="22"/>
        </w:rPr>
        <w:t>Nombre de la persona de contacto de la acción:</w:t>
      </w:r>
    </w:p>
    <w:p w:rsidR="003D670E" w:rsidRDefault="003D670E" w:rsidP="004E43F3">
      <w:pPr>
        <w:jc w:val="both"/>
        <w:outlineLvl w:val="0"/>
        <w:rPr>
          <w:sz w:val="22"/>
        </w:rPr>
      </w:pPr>
    </w:p>
    <w:p w:rsidR="00A54AFC" w:rsidRPr="00D27F7D" w:rsidRDefault="008F3182" w:rsidP="008F3182">
      <w:pPr>
        <w:jc w:val="both"/>
        <w:outlineLvl w:val="0"/>
        <w:rPr>
          <w:sz w:val="22"/>
        </w:rPr>
      </w:pPr>
      <w:r>
        <w:rPr>
          <w:sz w:val="22"/>
        </w:rPr>
        <w:t>…….……………………………………………</w:t>
      </w:r>
    </w:p>
    <w:p w:rsidR="00A54AFC" w:rsidRPr="00D27F7D" w:rsidRDefault="00A54AFC" w:rsidP="004A7F60">
      <w:pPr>
        <w:jc w:val="both"/>
        <w:rPr>
          <w:sz w:val="22"/>
        </w:rPr>
      </w:pPr>
    </w:p>
    <w:p w:rsidR="004F534A" w:rsidRPr="00D27F7D" w:rsidRDefault="00A54AFC" w:rsidP="004E43F3">
      <w:pPr>
        <w:jc w:val="both"/>
        <w:outlineLvl w:val="0"/>
        <w:rPr>
          <w:sz w:val="22"/>
        </w:rPr>
      </w:pPr>
      <w:r>
        <w:rPr>
          <w:sz w:val="22"/>
        </w:rPr>
        <w:t>Firma: ………………………………</w:t>
      </w:r>
      <w:r w:rsidR="007B56E1">
        <w:rPr>
          <w:sz w:val="22"/>
        </w:rPr>
        <w:t>…..</w:t>
      </w:r>
      <w:r>
        <w:rPr>
          <w:sz w:val="22"/>
        </w:rPr>
        <w:t>………</w:t>
      </w:r>
    </w:p>
    <w:p w:rsidR="004F534A" w:rsidRPr="00D27F7D" w:rsidRDefault="004F534A" w:rsidP="004A7F60">
      <w:pPr>
        <w:jc w:val="both"/>
        <w:rPr>
          <w:sz w:val="22"/>
        </w:rPr>
      </w:pPr>
    </w:p>
    <w:p w:rsidR="00A54AFC" w:rsidRPr="00D27F7D" w:rsidRDefault="007B56E1" w:rsidP="004E43F3">
      <w:pPr>
        <w:jc w:val="both"/>
        <w:outlineLvl w:val="0"/>
        <w:rPr>
          <w:sz w:val="22"/>
        </w:rPr>
      </w:pPr>
      <w:r>
        <w:rPr>
          <w:sz w:val="22"/>
        </w:rPr>
        <w:t>Ubicación: ………………….………………..</w:t>
      </w:r>
      <w:r w:rsidR="00A54AFC">
        <w:rPr>
          <w:sz w:val="22"/>
        </w:rPr>
        <w:t>…</w:t>
      </w:r>
    </w:p>
    <w:p w:rsidR="00A54AFC" w:rsidRPr="00D27F7D" w:rsidRDefault="00A54AFC" w:rsidP="004A7F60">
      <w:pPr>
        <w:jc w:val="both"/>
        <w:rPr>
          <w:sz w:val="22"/>
        </w:rPr>
      </w:pPr>
    </w:p>
    <w:p w:rsidR="004F534A" w:rsidRPr="00D27F7D" w:rsidRDefault="004F534A" w:rsidP="004E43F3">
      <w:pPr>
        <w:jc w:val="both"/>
        <w:outlineLvl w:val="0"/>
        <w:rPr>
          <w:sz w:val="22"/>
        </w:rPr>
      </w:pPr>
      <w:r>
        <w:rPr>
          <w:sz w:val="22"/>
        </w:rPr>
        <w:t>Plazo para la presen</w:t>
      </w:r>
      <w:r w:rsidR="007B56E1">
        <w:rPr>
          <w:sz w:val="22"/>
        </w:rPr>
        <w:t>tación del informe: ….</w:t>
      </w:r>
      <w:r>
        <w:rPr>
          <w:sz w:val="22"/>
        </w:rPr>
        <w:t>…….</w:t>
      </w:r>
    </w:p>
    <w:p w:rsidR="004F534A" w:rsidRPr="00D27F7D" w:rsidRDefault="004F534A" w:rsidP="004A7F60">
      <w:pPr>
        <w:jc w:val="both"/>
        <w:rPr>
          <w:sz w:val="22"/>
        </w:rPr>
      </w:pPr>
    </w:p>
    <w:p w:rsidR="00A54AFC" w:rsidRPr="00D27F7D" w:rsidRDefault="00AA3FCE" w:rsidP="004A7F60">
      <w:pPr>
        <w:jc w:val="both"/>
        <w:rPr>
          <w:sz w:val="22"/>
        </w:rPr>
      </w:pPr>
      <w:r>
        <w:rPr>
          <w:sz w:val="22"/>
        </w:rPr>
        <w:t xml:space="preserve">Fecha de </w:t>
      </w:r>
      <w:r w:rsidR="007B56E1">
        <w:rPr>
          <w:sz w:val="22"/>
        </w:rPr>
        <w:t>envío del informe: ……………………</w:t>
      </w:r>
    </w:p>
    <w:sectPr w:rsidR="00A54AFC" w:rsidRPr="00D27F7D" w:rsidSect="00D75FB3">
      <w:headerReference w:type="default" r:id="rId18"/>
      <w:pgSz w:w="11907" w:h="16840" w:code="9"/>
      <w:pgMar w:top="1276" w:right="1418" w:bottom="1134" w:left="1418"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63" w:rsidRPr="00D27F7D" w:rsidRDefault="003B5A63">
      <w:r w:rsidRPr="00D27F7D">
        <w:separator/>
      </w:r>
    </w:p>
  </w:endnote>
  <w:endnote w:type="continuationSeparator" w:id="0">
    <w:p w:rsidR="003B5A63" w:rsidRPr="00D27F7D" w:rsidRDefault="003B5A63">
      <w:r w:rsidRPr="00D27F7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1F09B9" w:rsidP="005B56E4">
    <w:pPr>
      <w:pStyle w:val="Footer"/>
      <w:tabs>
        <w:tab w:val="clear" w:pos="4153"/>
        <w:tab w:val="clear" w:pos="8306"/>
        <w:tab w:val="right" w:pos="9072"/>
      </w:tabs>
      <w:spacing w:before="120"/>
      <w:rPr>
        <w:rStyle w:val="PageNumber"/>
        <w:sz w:val="18"/>
        <w:szCs w:val="18"/>
      </w:rPr>
    </w:pPr>
    <w:r>
      <w:rPr>
        <w:b/>
        <w:snapToGrid w:val="0"/>
        <w:sz w:val="18"/>
      </w:rPr>
      <w:t>Dic</w:t>
    </w:r>
    <w:r w:rsidR="000D28B6">
      <w:rPr>
        <w:b/>
        <w:snapToGrid w:val="0"/>
        <w:sz w:val="18"/>
      </w:rPr>
      <w:t>iembre de 2021</w:t>
    </w:r>
    <w:r w:rsidR="000D28B6">
      <w:rPr>
        <w:rStyle w:val="PageNumber"/>
        <w:sz w:val="18"/>
        <w:szCs w:val="18"/>
      </w:rPr>
      <w:tab/>
      <w:t xml:space="preserve">Página </w:t>
    </w:r>
    <w:r w:rsidR="00A713D4" w:rsidRPr="00D27F7D">
      <w:rPr>
        <w:rStyle w:val="PageNumber"/>
        <w:sz w:val="18"/>
        <w:szCs w:val="18"/>
      </w:rPr>
      <w:fldChar w:fldCharType="begin"/>
    </w:r>
    <w:r w:rsidR="00A713D4" w:rsidRPr="00D27F7D">
      <w:rPr>
        <w:rStyle w:val="PageNumber"/>
        <w:sz w:val="18"/>
        <w:szCs w:val="18"/>
      </w:rPr>
      <w:instrText xml:space="preserve"> PAGE </w:instrText>
    </w:r>
    <w:r w:rsidR="00A713D4" w:rsidRPr="00D27F7D">
      <w:rPr>
        <w:rStyle w:val="PageNumber"/>
        <w:sz w:val="18"/>
        <w:szCs w:val="18"/>
      </w:rPr>
      <w:fldChar w:fldCharType="separate"/>
    </w:r>
    <w:r w:rsidR="000E496B">
      <w:rPr>
        <w:rStyle w:val="PageNumber"/>
        <w:noProof/>
        <w:sz w:val="18"/>
        <w:szCs w:val="18"/>
      </w:rPr>
      <w:t>1</w:t>
    </w:r>
    <w:r w:rsidR="00A713D4" w:rsidRPr="00D27F7D">
      <w:rPr>
        <w:rStyle w:val="PageNumber"/>
        <w:sz w:val="18"/>
        <w:szCs w:val="18"/>
      </w:rPr>
      <w:fldChar w:fldCharType="end"/>
    </w:r>
    <w:r w:rsidR="000D28B6">
      <w:rPr>
        <w:rStyle w:val="PageNumber"/>
        <w:sz w:val="18"/>
        <w:szCs w:val="18"/>
      </w:rPr>
      <w:t xml:space="preserve"> de </w:t>
    </w:r>
    <w:r w:rsidR="00A713D4" w:rsidRPr="00D27F7D">
      <w:rPr>
        <w:rStyle w:val="PageNumber"/>
        <w:sz w:val="18"/>
        <w:szCs w:val="18"/>
      </w:rPr>
      <w:fldChar w:fldCharType="begin"/>
    </w:r>
    <w:r w:rsidR="00A713D4" w:rsidRPr="00D27F7D">
      <w:rPr>
        <w:rStyle w:val="PageNumber"/>
        <w:sz w:val="18"/>
        <w:szCs w:val="18"/>
      </w:rPr>
      <w:instrText xml:space="preserve"> NUMPAGES </w:instrText>
    </w:r>
    <w:r w:rsidR="00A713D4" w:rsidRPr="00D27F7D">
      <w:rPr>
        <w:rStyle w:val="PageNumber"/>
        <w:sz w:val="18"/>
        <w:szCs w:val="18"/>
      </w:rPr>
      <w:fldChar w:fldCharType="separate"/>
    </w:r>
    <w:r w:rsidR="000E496B">
      <w:rPr>
        <w:rStyle w:val="PageNumber"/>
        <w:noProof/>
        <w:sz w:val="18"/>
        <w:szCs w:val="18"/>
      </w:rPr>
      <w:t>3</w:t>
    </w:r>
    <w:r w:rsidR="00A713D4" w:rsidRPr="00D27F7D">
      <w:rPr>
        <w:rStyle w:val="PageNumber"/>
        <w:sz w:val="18"/>
        <w:szCs w:val="18"/>
      </w:rPr>
      <w:fldChar w:fldCharType="end"/>
    </w:r>
  </w:p>
  <w:p w:rsidR="00A713D4" w:rsidRPr="00D27F7D" w:rsidRDefault="00A713D4" w:rsidP="00C0595A">
    <w:pPr>
      <w:pStyle w:val="Footer"/>
    </w:pPr>
    <w:r w:rsidRPr="00D27F7D">
      <w:rPr>
        <w:sz w:val="18"/>
        <w:szCs w:val="18"/>
      </w:rPr>
      <w:fldChar w:fldCharType="begin"/>
    </w:r>
    <w:r w:rsidRPr="00D27F7D">
      <w:rPr>
        <w:sz w:val="18"/>
        <w:szCs w:val="18"/>
      </w:rPr>
      <w:instrText xml:space="preserve"> FILENAME </w:instrText>
    </w:r>
    <w:r w:rsidRPr="00D27F7D">
      <w:rPr>
        <w:sz w:val="18"/>
        <w:szCs w:val="18"/>
      </w:rPr>
      <w:fldChar w:fldCharType="separate"/>
    </w:r>
    <w:r w:rsidR="001F09B9">
      <w:rPr>
        <w:noProof/>
        <w:sz w:val="18"/>
        <w:szCs w:val="18"/>
      </w:rPr>
      <w:t>e3h5_interreport_es.docx</w:t>
    </w:r>
    <w:r w:rsidRPr="00D27F7D">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63" w:rsidRPr="00D27F7D" w:rsidRDefault="003B5A63">
      <w:r w:rsidRPr="00D27F7D">
        <w:separator/>
      </w:r>
    </w:p>
  </w:footnote>
  <w:footnote w:type="continuationSeparator" w:id="0">
    <w:p w:rsidR="003B5A63" w:rsidRPr="00D27F7D" w:rsidRDefault="003B5A63">
      <w:r w:rsidRPr="00D27F7D">
        <w:continuationSeparator/>
      </w:r>
    </w:p>
  </w:footnote>
  <w:footnote w:id="1">
    <w:p w:rsidR="00A713D4" w:rsidRPr="00D27F7D" w:rsidRDefault="00A713D4" w:rsidP="000D28B6">
      <w:pPr>
        <w:pStyle w:val="FootnoteText"/>
      </w:pPr>
      <w:r>
        <w:rPr>
          <w:vertAlign w:val="superscript"/>
        </w:rPr>
        <w:footnoteRef/>
      </w:r>
      <w:r>
        <w:t> Los «grupos destinatarios» son los grupos o entidades que se verán directamente beneficiados por el proyecto al nivel del objetivo del proyecto, mientras que los «beneficiarios finales» son aquellos que se beneficiarán del proyecto en el largo plazo a nivel social o sectorial, en sentido amplio.</w:t>
      </w:r>
    </w:p>
  </w:footnote>
  <w:footnote w:id="2">
    <w:p w:rsidR="00A96302" w:rsidRPr="00A96302" w:rsidRDefault="00A96302" w:rsidP="000D28B6">
      <w:pPr>
        <w:pStyle w:val="FootnoteText"/>
      </w:pPr>
      <w:r>
        <w:rPr>
          <w:rStyle w:val="FootnoteReference"/>
        </w:rPr>
        <w:footnoteRef/>
      </w:r>
      <w:r>
        <w:t> La terminología pertinente (productos, efectos, impacto, indicadores, etc.) se define en el modelo de la matriz de marco lógico adjunto a la Guía para los solicitantes (anexo e3d).</w:t>
      </w:r>
    </w:p>
  </w:footnote>
  <w:footnote w:id="3">
    <w:p w:rsidR="00146AFD" w:rsidRPr="003D4014" w:rsidRDefault="00146AFD" w:rsidP="00D75FB3">
      <w:pPr>
        <w:pStyle w:val="FootnoteText"/>
      </w:pPr>
      <w:r>
        <w:rPr>
          <w:rStyle w:val="FootnoteReference"/>
        </w:rPr>
        <w:footnoteRef/>
      </w:r>
      <w:r>
        <w:t xml:space="preserve"> Incluidos los derechos de las personas con discapacidad. Para mayor información, véase la nota de orientación sobre discapacidad y desarrollo en </w:t>
      </w:r>
      <w:hyperlink r:id="rId1" w:history="1">
        <w:r>
          <w:rPr>
            <w:rStyle w:val="Hyperlink"/>
          </w:rPr>
          <w:t>https://ec.europa.eu/europeaid/disability-inclusive-development-cooperation-guidance-note-eu-staff_es</w:t>
        </w:r>
      </w:hyperlink>
      <w:r>
        <w:t xml:space="preserve">. </w:t>
      </w:r>
    </w:p>
  </w:footnote>
  <w:footnote w:id="4">
    <w:p w:rsidR="00146AFD" w:rsidRPr="00306096" w:rsidRDefault="00146AFD" w:rsidP="00146AFD">
      <w:pPr>
        <w:tabs>
          <w:tab w:val="left" w:pos="284"/>
        </w:tabs>
        <w:autoSpaceDE w:val="0"/>
        <w:autoSpaceDN w:val="0"/>
        <w:adjustRightInd w:val="0"/>
        <w:ind w:left="284" w:hanging="284"/>
        <w:rPr>
          <w:sz w:val="20"/>
        </w:rPr>
      </w:pPr>
      <w:r>
        <w:rPr>
          <w:rStyle w:val="FootnoteReference"/>
          <w:sz w:val="20"/>
        </w:rPr>
        <w:footnoteRef/>
      </w:r>
      <w:r>
        <w:rPr>
          <w:sz w:val="20"/>
        </w:rPr>
        <w:t xml:space="preserve"> Véase la Guía sobre la igualdad de género en </w:t>
      </w:r>
      <w:hyperlink r:id="rId2" w:history="1">
        <w:r>
          <w:rPr>
            <w:rStyle w:val="Hyperlink"/>
            <w:iCs/>
            <w:sz w:val="20"/>
          </w:rPr>
          <w:t>https://ec.europa.eu/europeaid/toolkit-mainstreaming-gender-equality-ec-development-cooperation_en</w:t>
        </w:r>
      </w:hyperlink>
      <w:r>
        <w:rPr>
          <w:sz w:val="20"/>
        </w:rPr>
        <w:t xml:space="preserve"> (documento en inglés).</w:t>
      </w:r>
      <w:r>
        <w:rPr>
          <w:iCs/>
          <w:sz w:val="20"/>
        </w:rPr>
        <w:t xml:space="preserve"> </w:t>
      </w:r>
    </w:p>
  </w:footnote>
  <w:footnote w:id="5">
    <w:p w:rsidR="00146AFD" w:rsidRPr="00306096" w:rsidRDefault="00146AFD" w:rsidP="00D75FB3">
      <w:pPr>
        <w:pStyle w:val="FootnoteText"/>
      </w:pPr>
      <w:r>
        <w:rPr>
          <w:rStyle w:val="FootnoteReference"/>
        </w:rPr>
        <w:footnoteRef/>
      </w:r>
      <w:r>
        <w:t xml:space="preserve"> Véanse las directrices para la integración medioambiental en </w:t>
      </w:r>
      <w:hyperlink r:id="rId3" w:history="1">
        <w:r>
          <w:rPr>
            <w:rStyle w:val="Hyperlink"/>
          </w:rPr>
          <w:t>https://ec.europa.eu/europeaid/sectors/economic-growth/environment-and-green-economy/climate-change-and-environment_en</w:t>
        </w:r>
      </w:hyperlink>
      <w:r>
        <w:t xml:space="preserve"> (documento en inglés).  </w:t>
      </w:r>
    </w:p>
  </w:footnote>
  <w:footnote w:id="6">
    <w:p w:rsidR="00A713D4" w:rsidRPr="00D27F7D" w:rsidRDefault="00A713D4" w:rsidP="00D75FB3">
      <w:pPr>
        <w:pStyle w:val="FootnoteText"/>
      </w:pPr>
      <w:r>
        <w:rPr>
          <w:rStyle w:val="FootnoteReference"/>
        </w:rPr>
        <w:footnoteRef/>
      </w:r>
      <w:r>
        <w:t> Este plan abarcará el período financiero transcurrido entre el informe intermedio y el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3D4" w:rsidRPr="00D27F7D" w:rsidRDefault="00A713D4" w:rsidP="00D75FB3">
    <w:pPr>
      <w:tabs>
        <w:tab w:val="left" w:pos="4395"/>
      </w:tabs>
      <w:spacing w:before="120" w:after="120"/>
      <w:jc w:val="both"/>
    </w:pPr>
    <w:r>
      <w:rPr>
        <w:sz w:val="22"/>
      </w:rPr>
      <w:t xml:space="preserve"> &lt;</w:t>
    </w:r>
    <w:r>
      <w:rPr>
        <w:sz w:val="22"/>
        <w:highlight w:val="yellow"/>
        <w:u w:val="single"/>
      </w:rPr>
      <w:t>Número de contrato</w:t>
    </w:r>
    <w:r>
      <w:rPr>
        <w:sz w:val="22"/>
      </w:rPr>
      <w:t xml:space="preserve">&gt;   </w:t>
    </w:r>
    <w:r w:rsidR="005D1ECC">
      <w:rPr>
        <w:sz w:val="22"/>
      </w:rPr>
      <w:t xml:space="preserve">                </w:t>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6E1" w:rsidRDefault="007B56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Pr>
        <w:sz w:val="22"/>
        <w:highlight w:val="yellow"/>
        <w:u w:val="single"/>
      </w:rPr>
      <w:t>Número de contrato</w:t>
    </w:r>
    <w:r w:rsidR="007B56E1">
      <w:rPr>
        <w:sz w:val="22"/>
      </w:rPr>
      <w:t xml:space="preserve">&gt; </w:t>
    </w:r>
    <w:r>
      <w:rPr>
        <w:sz w:val="22"/>
      </w:rPr>
      <w:tab/>
    </w:r>
    <w:r>
      <w:rPr>
        <w:sz w:val="22"/>
      </w:rPr>
      <w:tab/>
    </w:r>
    <w:r>
      <w:rPr>
        <w:sz w:val="22"/>
      </w:rPr>
      <w:tab/>
    </w:r>
    <w:r>
      <w:rPr>
        <w:sz w:val="22"/>
      </w:rPr>
      <w:tab/>
    </w:r>
    <w:r>
      <w:rPr>
        <w:sz w:val="22"/>
      </w:rPr>
      <w:tab/>
    </w:r>
    <w:r>
      <w:rPr>
        <w:sz w:val="22"/>
      </w:rPr>
      <w:tab/>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A8" w:rsidRPr="00D27F7D" w:rsidRDefault="003328A8" w:rsidP="00D75FB3">
    <w:pPr>
      <w:tabs>
        <w:tab w:val="left" w:pos="4395"/>
      </w:tabs>
      <w:spacing w:before="120" w:after="120"/>
      <w:jc w:val="both"/>
    </w:pPr>
    <w:r>
      <w:rPr>
        <w:sz w:val="22"/>
      </w:rPr>
      <w:t xml:space="preserve"> &lt;</w:t>
    </w:r>
    <w:r>
      <w:rPr>
        <w:sz w:val="22"/>
        <w:highlight w:val="yellow"/>
        <w:u w:val="single"/>
      </w:rPr>
      <w:t>Número de contrato</w:t>
    </w:r>
    <w:r w:rsidR="005D1ECC">
      <w:rPr>
        <w:sz w:val="22"/>
      </w:rPr>
      <w:t xml:space="preserve">&gt;                   </w:t>
    </w:r>
    <w:r>
      <w:rPr>
        <w:sz w:val="22"/>
        <w:u w:val="single"/>
      </w:rPr>
      <w:t>&lt;</w:t>
    </w:r>
    <w:r>
      <w:rPr>
        <w:sz w:val="22"/>
        <w:highlight w:val="yellow"/>
        <w:u w:val="single"/>
      </w:rPr>
      <w:t>Fecha de inicio</w:t>
    </w:r>
    <w:r>
      <w:rPr>
        <w:sz w:val="22"/>
        <w:highlight w:val="yellow"/>
      </w:rPr>
      <w:t xml:space="preserve"> y </w:t>
    </w:r>
    <w:r>
      <w:rPr>
        <w:sz w:val="22"/>
        <w:highlight w:val="yellow"/>
        <w:u w:val="single"/>
      </w:rPr>
      <w:t>fecha de finalización</w:t>
    </w:r>
    <w:r>
      <w:rPr>
        <w:sz w:val="22"/>
        <w:highlight w:val="yellow"/>
      </w:rPr>
      <w:t xml:space="preserve"> del período de referencia</w:t>
    </w:r>
    <w:r>
      <w:rPr>
        <w:sz w:val="22"/>
      </w:rPr>
      <w: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CB1CC2"/>
    <w:rsid w:val="000002C7"/>
    <w:rsid w:val="0000263A"/>
    <w:rsid w:val="00003DE5"/>
    <w:rsid w:val="000129D5"/>
    <w:rsid w:val="00020478"/>
    <w:rsid w:val="000236D8"/>
    <w:rsid w:val="00025001"/>
    <w:rsid w:val="00027EA9"/>
    <w:rsid w:val="00034BF9"/>
    <w:rsid w:val="00037E63"/>
    <w:rsid w:val="000449E6"/>
    <w:rsid w:val="0004738C"/>
    <w:rsid w:val="000508A3"/>
    <w:rsid w:val="00051C81"/>
    <w:rsid w:val="000629AC"/>
    <w:rsid w:val="0007265F"/>
    <w:rsid w:val="00087FC3"/>
    <w:rsid w:val="000A059E"/>
    <w:rsid w:val="000A0704"/>
    <w:rsid w:val="000A5382"/>
    <w:rsid w:val="000A6F03"/>
    <w:rsid w:val="000B41EF"/>
    <w:rsid w:val="000B6859"/>
    <w:rsid w:val="000D089F"/>
    <w:rsid w:val="000D28B6"/>
    <w:rsid w:val="000D48B3"/>
    <w:rsid w:val="000E496B"/>
    <w:rsid w:val="000E5F42"/>
    <w:rsid w:val="000F06A9"/>
    <w:rsid w:val="000F4385"/>
    <w:rsid w:val="00110D5B"/>
    <w:rsid w:val="00123D27"/>
    <w:rsid w:val="00123E24"/>
    <w:rsid w:val="00127CBF"/>
    <w:rsid w:val="00136AD3"/>
    <w:rsid w:val="001378E8"/>
    <w:rsid w:val="00141110"/>
    <w:rsid w:val="00146912"/>
    <w:rsid w:val="00146AFD"/>
    <w:rsid w:val="0016432C"/>
    <w:rsid w:val="00166843"/>
    <w:rsid w:val="00172618"/>
    <w:rsid w:val="0017677D"/>
    <w:rsid w:val="00181115"/>
    <w:rsid w:val="0019087E"/>
    <w:rsid w:val="001A7978"/>
    <w:rsid w:val="001C0E29"/>
    <w:rsid w:val="001C56E5"/>
    <w:rsid w:val="001C6F08"/>
    <w:rsid w:val="001D7824"/>
    <w:rsid w:val="001E0FA3"/>
    <w:rsid w:val="001E1FA1"/>
    <w:rsid w:val="001E2F7A"/>
    <w:rsid w:val="001F09B9"/>
    <w:rsid w:val="001F2CD4"/>
    <w:rsid w:val="00221AAC"/>
    <w:rsid w:val="00222465"/>
    <w:rsid w:val="002267CE"/>
    <w:rsid w:val="00236236"/>
    <w:rsid w:val="002366C7"/>
    <w:rsid w:val="00251EF1"/>
    <w:rsid w:val="002538E1"/>
    <w:rsid w:val="002569A2"/>
    <w:rsid w:val="002609FC"/>
    <w:rsid w:val="00267B96"/>
    <w:rsid w:val="00287F97"/>
    <w:rsid w:val="002924CE"/>
    <w:rsid w:val="0029252C"/>
    <w:rsid w:val="002C2844"/>
    <w:rsid w:val="002C2B3D"/>
    <w:rsid w:val="002D11E5"/>
    <w:rsid w:val="002D2C41"/>
    <w:rsid w:val="002F5E36"/>
    <w:rsid w:val="0030215B"/>
    <w:rsid w:val="003069D6"/>
    <w:rsid w:val="0030764F"/>
    <w:rsid w:val="003204C4"/>
    <w:rsid w:val="003213A1"/>
    <w:rsid w:val="003328A8"/>
    <w:rsid w:val="003402BA"/>
    <w:rsid w:val="00343DF5"/>
    <w:rsid w:val="00345983"/>
    <w:rsid w:val="0034666F"/>
    <w:rsid w:val="0035785F"/>
    <w:rsid w:val="00365275"/>
    <w:rsid w:val="003731C0"/>
    <w:rsid w:val="003B06B2"/>
    <w:rsid w:val="003B079D"/>
    <w:rsid w:val="003B0B41"/>
    <w:rsid w:val="003B0E93"/>
    <w:rsid w:val="003B2A31"/>
    <w:rsid w:val="003B5A63"/>
    <w:rsid w:val="003B6DAB"/>
    <w:rsid w:val="003B7BE0"/>
    <w:rsid w:val="003C60E1"/>
    <w:rsid w:val="003D0C06"/>
    <w:rsid w:val="003D148C"/>
    <w:rsid w:val="003D316B"/>
    <w:rsid w:val="003D4224"/>
    <w:rsid w:val="003D670E"/>
    <w:rsid w:val="003E1F29"/>
    <w:rsid w:val="003E7A6B"/>
    <w:rsid w:val="003F3CE0"/>
    <w:rsid w:val="004014C3"/>
    <w:rsid w:val="00402AEC"/>
    <w:rsid w:val="00417EEC"/>
    <w:rsid w:val="00421601"/>
    <w:rsid w:val="004307DD"/>
    <w:rsid w:val="004419C3"/>
    <w:rsid w:val="0044362C"/>
    <w:rsid w:val="00461020"/>
    <w:rsid w:val="004652E2"/>
    <w:rsid w:val="004850A8"/>
    <w:rsid w:val="0048763A"/>
    <w:rsid w:val="004A20F7"/>
    <w:rsid w:val="004A7F60"/>
    <w:rsid w:val="004B0514"/>
    <w:rsid w:val="004B20B9"/>
    <w:rsid w:val="004B5795"/>
    <w:rsid w:val="004C03A1"/>
    <w:rsid w:val="004C153E"/>
    <w:rsid w:val="004C3A84"/>
    <w:rsid w:val="004D3EC4"/>
    <w:rsid w:val="004E43F3"/>
    <w:rsid w:val="004E7349"/>
    <w:rsid w:val="004F09F8"/>
    <w:rsid w:val="004F534A"/>
    <w:rsid w:val="004F6851"/>
    <w:rsid w:val="00500BC2"/>
    <w:rsid w:val="00503777"/>
    <w:rsid w:val="005310A7"/>
    <w:rsid w:val="005446A8"/>
    <w:rsid w:val="00550F7E"/>
    <w:rsid w:val="00554A5F"/>
    <w:rsid w:val="00556139"/>
    <w:rsid w:val="0056169B"/>
    <w:rsid w:val="00562A68"/>
    <w:rsid w:val="005671EE"/>
    <w:rsid w:val="00567EF2"/>
    <w:rsid w:val="00570A37"/>
    <w:rsid w:val="00571593"/>
    <w:rsid w:val="00571905"/>
    <w:rsid w:val="00576310"/>
    <w:rsid w:val="005A45B7"/>
    <w:rsid w:val="005B26EA"/>
    <w:rsid w:val="005B35F5"/>
    <w:rsid w:val="005B55C6"/>
    <w:rsid w:val="005B56E4"/>
    <w:rsid w:val="005B7F95"/>
    <w:rsid w:val="005C2D8F"/>
    <w:rsid w:val="005C39D5"/>
    <w:rsid w:val="005C77D1"/>
    <w:rsid w:val="005D1ECC"/>
    <w:rsid w:val="005E3DD4"/>
    <w:rsid w:val="005F3254"/>
    <w:rsid w:val="005F725C"/>
    <w:rsid w:val="00602B9A"/>
    <w:rsid w:val="00603035"/>
    <w:rsid w:val="00612380"/>
    <w:rsid w:val="00615394"/>
    <w:rsid w:val="00616817"/>
    <w:rsid w:val="00622FCC"/>
    <w:rsid w:val="00623991"/>
    <w:rsid w:val="0063029E"/>
    <w:rsid w:val="00645D3C"/>
    <w:rsid w:val="00646DDA"/>
    <w:rsid w:val="006573DD"/>
    <w:rsid w:val="006575FA"/>
    <w:rsid w:val="00662EED"/>
    <w:rsid w:val="00675EC5"/>
    <w:rsid w:val="006768D9"/>
    <w:rsid w:val="0067710D"/>
    <w:rsid w:val="006A4C61"/>
    <w:rsid w:val="006A5C4B"/>
    <w:rsid w:val="006B3E2F"/>
    <w:rsid w:val="006B5C5F"/>
    <w:rsid w:val="006C5F36"/>
    <w:rsid w:val="006E6746"/>
    <w:rsid w:val="006F38A1"/>
    <w:rsid w:val="006F3FC4"/>
    <w:rsid w:val="0072141E"/>
    <w:rsid w:val="007234C4"/>
    <w:rsid w:val="00741246"/>
    <w:rsid w:val="00744BEE"/>
    <w:rsid w:val="00746125"/>
    <w:rsid w:val="0075150F"/>
    <w:rsid w:val="00767A43"/>
    <w:rsid w:val="007721BC"/>
    <w:rsid w:val="00772B0E"/>
    <w:rsid w:val="00775C15"/>
    <w:rsid w:val="00781C51"/>
    <w:rsid w:val="0079080A"/>
    <w:rsid w:val="00791222"/>
    <w:rsid w:val="00791C35"/>
    <w:rsid w:val="007A6CFB"/>
    <w:rsid w:val="007B0D93"/>
    <w:rsid w:val="007B56E1"/>
    <w:rsid w:val="007C49EC"/>
    <w:rsid w:val="007C5C59"/>
    <w:rsid w:val="007D0365"/>
    <w:rsid w:val="007D589F"/>
    <w:rsid w:val="007E0B90"/>
    <w:rsid w:val="007E3110"/>
    <w:rsid w:val="007E74DC"/>
    <w:rsid w:val="007F6951"/>
    <w:rsid w:val="0080007F"/>
    <w:rsid w:val="00805B1B"/>
    <w:rsid w:val="00810535"/>
    <w:rsid w:val="00815F80"/>
    <w:rsid w:val="008173E8"/>
    <w:rsid w:val="00821457"/>
    <w:rsid w:val="00821EAC"/>
    <w:rsid w:val="008240A4"/>
    <w:rsid w:val="008242F2"/>
    <w:rsid w:val="00833A81"/>
    <w:rsid w:val="00833C39"/>
    <w:rsid w:val="00833E2D"/>
    <w:rsid w:val="00836C99"/>
    <w:rsid w:val="00840E64"/>
    <w:rsid w:val="008466A2"/>
    <w:rsid w:val="0084770C"/>
    <w:rsid w:val="00860EEA"/>
    <w:rsid w:val="008764A5"/>
    <w:rsid w:val="0089212B"/>
    <w:rsid w:val="008A5C58"/>
    <w:rsid w:val="008B0FEC"/>
    <w:rsid w:val="008B3070"/>
    <w:rsid w:val="008B6366"/>
    <w:rsid w:val="008C10D7"/>
    <w:rsid w:val="008E1234"/>
    <w:rsid w:val="008E4A2B"/>
    <w:rsid w:val="008F3182"/>
    <w:rsid w:val="0091654E"/>
    <w:rsid w:val="00922885"/>
    <w:rsid w:val="00922CB1"/>
    <w:rsid w:val="00937C24"/>
    <w:rsid w:val="00960C7A"/>
    <w:rsid w:val="00965A01"/>
    <w:rsid w:val="00970F57"/>
    <w:rsid w:val="009716E7"/>
    <w:rsid w:val="00985862"/>
    <w:rsid w:val="00986649"/>
    <w:rsid w:val="009909C6"/>
    <w:rsid w:val="00990BB5"/>
    <w:rsid w:val="009B298C"/>
    <w:rsid w:val="009B4F6C"/>
    <w:rsid w:val="009C0400"/>
    <w:rsid w:val="009C6B9C"/>
    <w:rsid w:val="009D16A6"/>
    <w:rsid w:val="009D36B8"/>
    <w:rsid w:val="009D40C1"/>
    <w:rsid w:val="009E3EF4"/>
    <w:rsid w:val="009F4752"/>
    <w:rsid w:val="00A0224D"/>
    <w:rsid w:val="00A03387"/>
    <w:rsid w:val="00A0506A"/>
    <w:rsid w:val="00A10ACA"/>
    <w:rsid w:val="00A1184C"/>
    <w:rsid w:val="00A12C3B"/>
    <w:rsid w:val="00A14679"/>
    <w:rsid w:val="00A3224E"/>
    <w:rsid w:val="00A421EA"/>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2B18"/>
    <w:rsid w:val="00B763A3"/>
    <w:rsid w:val="00B76AF5"/>
    <w:rsid w:val="00B87903"/>
    <w:rsid w:val="00B920C8"/>
    <w:rsid w:val="00B9647A"/>
    <w:rsid w:val="00BB73CF"/>
    <w:rsid w:val="00BC2111"/>
    <w:rsid w:val="00BC7F92"/>
    <w:rsid w:val="00BD20C6"/>
    <w:rsid w:val="00BD2994"/>
    <w:rsid w:val="00BD39AA"/>
    <w:rsid w:val="00BE54E8"/>
    <w:rsid w:val="00BE724F"/>
    <w:rsid w:val="00BF3991"/>
    <w:rsid w:val="00BF70EF"/>
    <w:rsid w:val="00C03336"/>
    <w:rsid w:val="00C043DF"/>
    <w:rsid w:val="00C0595A"/>
    <w:rsid w:val="00C14281"/>
    <w:rsid w:val="00C16124"/>
    <w:rsid w:val="00C409C7"/>
    <w:rsid w:val="00C42A27"/>
    <w:rsid w:val="00C42D7B"/>
    <w:rsid w:val="00C64C7D"/>
    <w:rsid w:val="00C66E2B"/>
    <w:rsid w:val="00C67E24"/>
    <w:rsid w:val="00C702AB"/>
    <w:rsid w:val="00C85E96"/>
    <w:rsid w:val="00C961B7"/>
    <w:rsid w:val="00CA0038"/>
    <w:rsid w:val="00CA51BD"/>
    <w:rsid w:val="00CA7821"/>
    <w:rsid w:val="00CB1CC2"/>
    <w:rsid w:val="00CB2103"/>
    <w:rsid w:val="00CB3A81"/>
    <w:rsid w:val="00CB44BB"/>
    <w:rsid w:val="00CD1876"/>
    <w:rsid w:val="00CE2E40"/>
    <w:rsid w:val="00CE516C"/>
    <w:rsid w:val="00CF19D6"/>
    <w:rsid w:val="00CF1F0E"/>
    <w:rsid w:val="00CF7B2A"/>
    <w:rsid w:val="00D01BF0"/>
    <w:rsid w:val="00D032F2"/>
    <w:rsid w:val="00D07245"/>
    <w:rsid w:val="00D10D2C"/>
    <w:rsid w:val="00D160DB"/>
    <w:rsid w:val="00D1616C"/>
    <w:rsid w:val="00D1712F"/>
    <w:rsid w:val="00D25B60"/>
    <w:rsid w:val="00D27F7D"/>
    <w:rsid w:val="00D53480"/>
    <w:rsid w:val="00D6338F"/>
    <w:rsid w:val="00D63BE9"/>
    <w:rsid w:val="00D74355"/>
    <w:rsid w:val="00D75FB3"/>
    <w:rsid w:val="00D87467"/>
    <w:rsid w:val="00D92B66"/>
    <w:rsid w:val="00DA6F80"/>
    <w:rsid w:val="00DE3BCA"/>
    <w:rsid w:val="00DE50C8"/>
    <w:rsid w:val="00DF1DCE"/>
    <w:rsid w:val="00DF455E"/>
    <w:rsid w:val="00DF48C8"/>
    <w:rsid w:val="00DF707C"/>
    <w:rsid w:val="00E0028F"/>
    <w:rsid w:val="00E00F75"/>
    <w:rsid w:val="00E02C2F"/>
    <w:rsid w:val="00E07400"/>
    <w:rsid w:val="00E42516"/>
    <w:rsid w:val="00E42F1B"/>
    <w:rsid w:val="00E56145"/>
    <w:rsid w:val="00E833B6"/>
    <w:rsid w:val="00E95DB4"/>
    <w:rsid w:val="00EB1CA7"/>
    <w:rsid w:val="00EB20A7"/>
    <w:rsid w:val="00EC3B22"/>
    <w:rsid w:val="00ED0980"/>
    <w:rsid w:val="00ED53B3"/>
    <w:rsid w:val="00ED7524"/>
    <w:rsid w:val="00EE14F2"/>
    <w:rsid w:val="00EE2EC3"/>
    <w:rsid w:val="00F0577B"/>
    <w:rsid w:val="00F1282E"/>
    <w:rsid w:val="00F25DD1"/>
    <w:rsid w:val="00F309C4"/>
    <w:rsid w:val="00F33EE6"/>
    <w:rsid w:val="00F346FF"/>
    <w:rsid w:val="00F367EC"/>
    <w:rsid w:val="00F44306"/>
    <w:rsid w:val="00F45187"/>
    <w:rsid w:val="00F504E5"/>
    <w:rsid w:val="00F50EF1"/>
    <w:rsid w:val="00F62275"/>
    <w:rsid w:val="00F87D0E"/>
    <w:rsid w:val="00F90E24"/>
    <w:rsid w:val="00F92A55"/>
    <w:rsid w:val="00F938F3"/>
    <w:rsid w:val="00FA5BEF"/>
    <w:rsid w:val="00FA7241"/>
    <w:rsid w:val="00FB2252"/>
    <w:rsid w:val="00FC23E5"/>
    <w:rsid w:val="00FC7923"/>
    <w:rsid w:val="00FD1C47"/>
    <w:rsid w:val="00FF0849"/>
    <w:rsid w:val="00FF18D4"/>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8CC8B7A8-2CE1-4CE6-9710-82F40AFB3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593"/>
    <w:rPr>
      <w:sz w:val="24"/>
      <w:lang w:eastAsia="en-US"/>
    </w:rPr>
  </w:style>
  <w:style w:type="paragraph" w:styleId="Heading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Heading2">
    <w:name w:val="heading 2"/>
    <w:basedOn w:val="Normal"/>
    <w:next w:val="Normal"/>
    <w:qFormat/>
    <w:pPr>
      <w:keepNext/>
      <w:numPr>
        <w:ilvl w:val="12"/>
      </w:numPr>
      <w:ind w:left="283" w:hanging="283"/>
      <w:jc w:val="both"/>
      <w:outlineLvl w:val="1"/>
    </w:pPr>
    <w:rPr>
      <w:b/>
      <w:bCs/>
      <w:sz w:val="22"/>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numPr>
        <w:ilvl w:val="12"/>
      </w:numPr>
      <w:ind w:left="283" w:hanging="283"/>
      <w:jc w:val="both"/>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FootnoteText">
    <w:name w:val="footnote text"/>
    <w:basedOn w:val="Normal"/>
    <w:autoRedefine/>
    <w:semiHidden/>
    <w:rsid w:val="000D28B6"/>
    <w:pPr>
      <w:spacing w:after="60"/>
      <w:jc w:val="both"/>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semiHidden/>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127CBF"/>
    <w:rPr>
      <w:lang w:eastAsia="en-US"/>
    </w:rPr>
  </w:style>
  <w:style w:type="paragraph" w:styleId="ListParagraph">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Hyperlink">
    <w:name w:val="Hyperlink"/>
    <w:rsid w:val="00146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disability-inclusive-development-cooperation-guidance-note-eu-staff_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4C07A-126C-4D53-8CF6-A654E58129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825289-5746-4295-809B-97F72CDCFB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A63AD3-37BE-4D6C-A921-5D6540DAC1AD}">
  <ds:schemaRefs>
    <ds:schemaRef ds:uri="http://schemas.microsoft.com/sharepoint/v3/contenttype/forms"/>
  </ds:schemaRefs>
</ds:datastoreItem>
</file>

<file path=customXml/itemProps4.xml><?xml version="1.0" encoding="utf-8"?>
<ds:datastoreItem xmlns:ds="http://schemas.openxmlformats.org/officeDocument/2006/customXml" ds:itemID="{AA538C36-1C4B-4597-A63F-E71A307CE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2784</Words>
  <Characters>15870</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XXXXXXX</Company>
  <LinksUpToDate>false</LinksUpToDate>
  <CharactersWithSpaces>18617</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XXXXXXX</dc:creator>
  <cp:keywords/>
  <cp:lastModifiedBy>NERISANU Alexandra (EEAS-CARACAS)</cp:lastModifiedBy>
  <cp:revision>2</cp:revision>
  <cp:lastPrinted>2006-03-02T10:13:00Z</cp:lastPrinted>
  <dcterms:created xsi:type="dcterms:W3CDTF">2022-03-10T22:35:00Z</dcterms:created>
  <dcterms:modified xsi:type="dcterms:W3CDTF">2022-03-10T22:35:00Z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0x010100724FDE23FB365D4CB8B2901107175F9F</vt:lpwstr>
  </property>
</Properties>
</file>